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68F5F" w14:textId="03CDF658" w:rsidR="00AE1B0C" w:rsidRPr="00AE1B0C" w:rsidRDefault="00AE1B0C" w:rsidP="00AE1B0C">
      <w:pPr>
        <w:spacing w:after="0" w:line="240" w:lineRule="auto"/>
        <w:jc w:val="right"/>
        <w:rPr>
          <w:color w:val="0070C0"/>
          <w:sz w:val="24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8591328" wp14:editId="1C40B196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2438400" cy="792480"/>
            <wp:effectExtent l="0" t="0" r="0" b="7620"/>
            <wp:wrapThrough wrapText="bothSides">
              <wp:wrapPolygon edited="0">
                <wp:start x="0" y="0"/>
                <wp:lineTo x="0" y="21288"/>
                <wp:lineTo x="21431" y="21288"/>
                <wp:lineTo x="2143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ZS logo 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08" t="21761" r="16649" b="37091"/>
                    <a:stretch/>
                  </pic:blipFill>
                  <pic:spPr bwMode="auto">
                    <a:xfrm>
                      <a:off x="0" y="0"/>
                      <a:ext cx="2438400" cy="792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E1B0C">
        <w:rPr>
          <w:rFonts w:eastAsiaTheme="minorEastAsia" w:hAnsi="Calibri" w:cs="Arial"/>
          <w:color w:val="3E6CA4"/>
          <w:kern w:val="24"/>
          <w:sz w:val="28"/>
          <w:szCs w:val="28"/>
          <w:lang w:eastAsia="hr-HR"/>
        </w:rPr>
        <w:t xml:space="preserve"> </w:t>
      </w:r>
      <w:r w:rsidRPr="00AE1B0C">
        <w:rPr>
          <w:color w:val="0070C0"/>
          <w:sz w:val="24"/>
        </w:rPr>
        <w:t>S</w:t>
      </w:r>
      <w:r w:rsidR="00EF17DA">
        <w:rPr>
          <w:color w:val="0070C0"/>
          <w:sz w:val="24"/>
        </w:rPr>
        <w:t xml:space="preserve">veučilište u Rijeci ▪ Fakultet </w:t>
      </w:r>
      <w:r w:rsidRPr="00AE1B0C">
        <w:rPr>
          <w:color w:val="0070C0"/>
          <w:sz w:val="24"/>
        </w:rPr>
        <w:t xml:space="preserve"> zdravstven</w:t>
      </w:r>
      <w:r w:rsidR="00EF17DA">
        <w:rPr>
          <w:color w:val="0070C0"/>
          <w:sz w:val="24"/>
        </w:rPr>
        <w:t>ih studija</w:t>
      </w:r>
    </w:p>
    <w:p w14:paraId="6826F3FE" w14:textId="77777777" w:rsidR="00AE1B0C" w:rsidRPr="00AE1B0C" w:rsidRDefault="00AE1B0C" w:rsidP="00AE1B0C">
      <w:pPr>
        <w:spacing w:after="0" w:line="240" w:lineRule="auto"/>
        <w:jc w:val="right"/>
        <w:rPr>
          <w:color w:val="0070C0"/>
        </w:rPr>
      </w:pPr>
      <w:r w:rsidRPr="00AE1B0C">
        <w:rPr>
          <w:color w:val="0070C0"/>
          <w:sz w:val="24"/>
        </w:rPr>
        <w:t>University of Rijeka ▪ Faculty of Helath S</w:t>
      </w:r>
      <w:r w:rsidR="00F31EDE">
        <w:rPr>
          <w:color w:val="0070C0"/>
          <w:sz w:val="24"/>
        </w:rPr>
        <w:t>tudies</w:t>
      </w:r>
    </w:p>
    <w:p w14:paraId="396B583A" w14:textId="77777777" w:rsidR="00AE1B0C" w:rsidRPr="004F4BF4" w:rsidRDefault="00AE1B0C" w:rsidP="00AE1B0C">
      <w:pPr>
        <w:spacing w:before="40" w:after="0" w:line="240" w:lineRule="auto"/>
        <w:jc w:val="right"/>
        <w:rPr>
          <w:color w:val="0070C0"/>
          <w:sz w:val="18"/>
        </w:rPr>
      </w:pPr>
      <w:r w:rsidRPr="004F4BF4">
        <w:rPr>
          <w:color w:val="0070C0"/>
          <w:sz w:val="18"/>
        </w:rPr>
        <w:t>Viktora Cara Emina 5 ▪ 51000 Rijeka ▪ CROATIA</w:t>
      </w:r>
    </w:p>
    <w:p w14:paraId="662473B2" w14:textId="77777777" w:rsidR="004F4BF4" w:rsidRPr="004F4BF4" w:rsidRDefault="00AE1B0C" w:rsidP="00AE1B0C">
      <w:pPr>
        <w:spacing w:after="0" w:line="240" w:lineRule="auto"/>
        <w:jc w:val="right"/>
        <w:rPr>
          <w:color w:val="0070C0"/>
          <w:sz w:val="18"/>
        </w:rPr>
      </w:pPr>
      <w:r w:rsidRPr="004F4BF4">
        <w:rPr>
          <w:color w:val="0070C0"/>
          <w:sz w:val="18"/>
        </w:rPr>
        <w:t>Phone: +385 51 688 266</w:t>
      </w:r>
    </w:p>
    <w:p w14:paraId="1F777092" w14:textId="77777777" w:rsidR="00AE1B0C" w:rsidRPr="004F4BF4" w:rsidRDefault="004F4BF4" w:rsidP="00AE1B0C">
      <w:pPr>
        <w:spacing w:after="0" w:line="240" w:lineRule="auto"/>
        <w:jc w:val="right"/>
        <w:rPr>
          <w:color w:val="0070C0"/>
          <w:sz w:val="20"/>
        </w:rPr>
      </w:pPr>
      <w:r w:rsidRPr="004F4BF4">
        <w:rPr>
          <w:color w:val="0070C0"/>
          <w:sz w:val="18"/>
        </w:rPr>
        <w:t>www.fzsri.uniri.hr</w:t>
      </w:r>
      <w:r w:rsidR="00AE1B0C" w:rsidRPr="004F4BF4">
        <w:rPr>
          <w:color w:val="0070C0"/>
          <w:sz w:val="18"/>
        </w:rPr>
        <w:t xml:space="preserve"> </w:t>
      </w:r>
    </w:p>
    <w:p w14:paraId="44266303" w14:textId="77777777" w:rsidR="000573D0" w:rsidRDefault="000573D0" w:rsidP="00AE1B0C">
      <w:pPr>
        <w:jc w:val="both"/>
      </w:pPr>
    </w:p>
    <w:p w14:paraId="5BCE6338" w14:textId="3267E082" w:rsidR="00286277" w:rsidRPr="00003132" w:rsidRDefault="00286277" w:rsidP="002862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32">
        <w:rPr>
          <w:rFonts w:ascii="Times New Roman" w:hAnsi="Times New Roman" w:cs="Times New Roman"/>
          <w:b/>
          <w:bCs/>
          <w:sz w:val="24"/>
          <w:szCs w:val="24"/>
        </w:rPr>
        <w:t xml:space="preserve">Fakultet </w:t>
      </w:r>
      <w:r w:rsidR="00CF7546" w:rsidRPr="00003132">
        <w:rPr>
          <w:rFonts w:ascii="Times New Roman" w:hAnsi="Times New Roman" w:cs="Times New Roman"/>
          <w:b/>
          <w:bCs/>
          <w:sz w:val="24"/>
          <w:szCs w:val="24"/>
        </w:rPr>
        <w:t>zdravstvenih</w:t>
      </w:r>
      <w:r w:rsidRPr="00003132">
        <w:rPr>
          <w:rFonts w:ascii="Times New Roman" w:hAnsi="Times New Roman" w:cs="Times New Roman"/>
          <w:b/>
          <w:bCs/>
          <w:sz w:val="24"/>
          <w:szCs w:val="24"/>
        </w:rPr>
        <w:t xml:space="preserve"> studija</w:t>
      </w:r>
    </w:p>
    <w:p w14:paraId="2BCABD4D" w14:textId="5A3F9263" w:rsidR="00286277" w:rsidRPr="00003132" w:rsidRDefault="00286277" w:rsidP="002862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32">
        <w:rPr>
          <w:rFonts w:ascii="Times New Roman" w:hAnsi="Times New Roman" w:cs="Times New Roman"/>
          <w:b/>
          <w:bCs/>
          <w:sz w:val="24"/>
          <w:szCs w:val="24"/>
        </w:rPr>
        <w:t xml:space="preserve">RKP: </w:t>
      </w:r>
      <w:r w:rsidR="005678A0">
        <w:rPr>
          <w:rFonts w:ascii="Times New Roman" w:hAnsi="Times New Roman" w:cs="Times New Roman"/>
          <w:b/>
          <w:bCs/>
          <w:sz w:val="24"/>
          <w:szCs w:val="24"/>
        </w:rPr>
        <w:t>48023</w:t>
      </w:r>
    </w:p>
    <w:p w14:paraId="28DF3DBF" w14:textId="1C58EB09" w:rsidR="00286277" w:rsidRPr="00003132" w:rsidRDefault="00286277" w:rsidP="002862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32">
        <w:rPr>
          <w:rFonts w:ascii="Times New Roman" w:hAnsi="Times New Roman" w:cs="Times New Roman"/>
          <w:b/>
          <w:bCs/>
          <w:sz w:val="24"/>
          <w:szCs w:val="24"/>
        </w:rPr>
        <w:t>OIB: 19213484918</w:t>
      </w:r>
    </w:p>
    <w:p w14:paraId="6CCB5F18" w14:textId="77777777" w:rsidR="00286277" w:rsidRPr="00003132" w:rsidRDefault="00286277" w:rsidP="007769B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59C1A5" w14:textId="00A52B3D" w:rsidR="00875EA5" w:rsidRDefault="005A0C2D" w:rsidP="007769B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Rijeka,</w:t>
      </w:r>
      <w:r w:rsidR="00286277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B57D97">
        <w:rPr>
          <w:rFonts w:ascii="Times New Roman" w:hAnsi="Times New Roman" w:cs="Times New Roman"/>
          <w:sz w:val="24"/>
          <w:szCs w:val="24"/>
        </w:rPr>
        <w:t>12.12.2025</w:t>
      </w:r>
    </w:p>
    <w:p w14:paraId="4F9DA91F" w14:textId="7AC55BAE" w:rsidR="00F779A0" w:rsidRDefault="00F779A0" w:rsidP="0077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5B1887" w14:textId="77777777" w:rsidR="00327074" w:rsidRPr="00003132" w:rsidRDefault="00327074" w:rsidP="0077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66B248" w14:textId="212758AE" w:rsidR="006B1860" w:rsidRPr="00003132" w:rsidRDefault="006B1860" w:rsidP="00FB1A4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132">
        <w:rPr>
          <w:rFonts w:ascii="Times New Roman" w:hAnsi="Times New Roman" w:cs="Times New Roman"/>
          <w:b/>
          <w:sz w:val="24"/>
          <w:szCs w:val="24"/>
        </w:rPr>
        <w:t>Obrazloženje</w:t>
      </w:r>
      <w:r w:rsidR="00887D75">
        <w:rPr>
          <w:rFonts w:ascii="Times New Roman" w:hAnsi="Times New Roman" w:cs="Times New Roman"/>
          <w:b/>
          <w:sz w:val="24"/>
          <w:szCs w:val="24"/>
        </w:rPr>
        <w:t xml:space="preserve"> Posebnog dijela</w:t>
      </w:r>
      <w:r w:rsidR="00527152" w:rsidRPr="00003132">
        <w:rPr>
          <w:rFonts w:ascii="Times New Roman" w:hAnsi="Times New Roman" w:cs="Times New Roman"/>
          <w:b/>
          <w:sz w:val="24"/>
          <w:szCs w:val="24"/>
        </w:rPr>
        <w:t xml:space="preserve"> financijskog plana za 202</w:t>
      </w:r>
      <w:r w:rsidR="00387B07">
        <w:rPr>
          <w:rFonts w:ascii="Times New Roman" w:hAnsi="Times New Roman" w:cs="Times New Roman"/>
          <w:b/>
          <w:sz w:val="24"/>
          <w:szCs w:val="24"/>
        </w:rPr>
        <w:t>6</w:t>
      </w:r>
      <w:r w:rsidR="00FD3BFB" w:rsidRPr="00003132">
        <w:rPr>
          <w:rFonts w:ascii="Times New Roman" w:hAnsi="Times New Roman" w:cs="Times New Roman"/>
          <w:b/>
          <w:sz w:val="24"/>
          <w:szCs w:val="24"/>
        </w:rPr>
        <w:t>.</w:t>
      </w:r>
      <w:r w:rsidR="003C6F62" w:rsidRPr="000031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3BFB" w:rsidRPr="00003132">
        <w:rPr>
          <w:rFonts w:ascii="Times New Roman" w:hAnsi="Times New Roman" w:cs="Times New Roman"/>
          <w:b/>
          <w:sz w:val="24"/>
          <w:szCs w:val="24"/>
        </w:rPr>
        <w:t>godinu</w:t>
      </w:r>
      <w:r w:rsidR="00527152" w:rsidRPr="00003132">
        <w:rPr>
          <w:rFonts w:ascii="Times New Roman" w:hAnsi="Times New Roman" w:cs="Times New Roman"/>
          <w:b/>
          <w:sz w:val="24"/>
          <w:szCs w:val="24"/>
        </w:rPr>
        <w:t xml:space="preserve"> te projekcija</w:t>
      </w:r>
      <w:r w:rsidR="00794AB5">
        <w:rPr>
          <w:rFonts w:ascii="Times New Roman" w:hAnsi="Times New Roman" w:cs="Times New Roman"/>
          <w:b/>
          <w:sz w:val="24"/>
          <w:szCs w:val="24"/>
        </w:rPr>
        <w:t xml:space="preserve"> proračuna </w:t>
      </w:r>
      <w:r w:rsidR="00527152" w:rsidRPr="00003132">
        <w:rPr>
          <w:rFonts w:ascii="Times New Roman" w:hAnsi="Times New Roman" w:cs="Times New Roman"/>
          <w:b/>
          <w:sz w:val="24"/>
          <w:szCs w:val="24"/>
        </w:rPr>
        <w:t>za 202</w:t>
      </w:r>
      <w:r w:rsidR="00387B07">
        <w:rPr>
          <w:rFonts w:ascii="Times New Roman" w:hAnsi="Times New Roman" w:cs="Times New Roman"/>
          <w:b/>
          <w:sz w:val="24"/>
          <w:szCs w:val="24"/>
        </w:rPr>
        <w:t>7</w:t>
      </w:r>
      <w:r w:rsidR="00E222F2" w:rsidRPr="00003132">
        <w:rPr>
          <w:rFonts w:ascii="Times New Roman" w:hAnsi="Times New Roman" w:cs="Times New Roman"/>
          <w:b/>
          <w:sz w:val="24"/>
          <w:szCs w:val="24"/>
        </w:rPr>
        <w:t>.,</w:t>
      </w:r>
      <w:r w:rsidR="003C6F62" w:rsidRPr="000031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7152" w:rsidRPr="00003132">
        <w:rPr>
          <w:rFonts w:ascii="Times New Roman" w:hAnsi="Times New Roman" w:cs="Times New Roman"/>
          <w:b/>
          <w:sz w:val="24"/>
          <w:szCs w:val="24"/>
        </w:rPr>
        <w:t>202</w:t>
      </w:r>
      <w:r w:rsidR="00387B07">
        <w:rPr>
          <w:rFonts w:ascii="Times New Roman" w:hAnsi="Times New Roman" w:cs="Times New Roman"/>
          <w:b/>
          <w:sz w:val="24"/>
          <w:szCs w:val="24"/>
        </w:rPr>
        <w:t>8</w:t>
      </w:r>
      <w:r w:rsidR="00E222F2" w:rsidRPr="00003132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61D237BD" w14:textId="77777777" w:rsidR="006B1860" w:rsidRPr="00003132" w:rsidRDefault="006B1860" w:rsidP="006B186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B147B8" w14:textId="380B34A6" w:rsidR="006B1860" w:rsidRDefault="00592DF8" w:rsidP="003D7186">
      <w:pPr>
        <w:numPr>
          <w:ilvl w:val="1"/>
          <w:numId w:val="1"/>
        </w:numPr>
        <w:spacing w:after="0" w:line="360" w:lineRule="auto"/>
        <w:ind w:left="24" w:hanging="2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30FA">
        <w:rPr>
          <w:rFonts w:ascii="Times New Roman" w:hAnsi="Times New Roman" w:cs="Times New Roman"/>
          <w:b/>
          <w:sz w:val="24"/>
          <w:szCs w:val="24"/>
          <w:u w:val="single"/>
        </w:rPr>
        <w:t>Uvod -</w:t>
      </w:r>
      <w:r w:rsidR="006B1860" w:rsidRPr="005230FA">
        <w:rPr>
          <w:rFonts w:ascii="Times New Roman" w:hAnsi="Times New Roman" w:cs="Times New Roman"/>
          <w:b/>
          <w:sz w:val="24"/>
          <w:szCs w:val="24"/>
          <w:u w:val="single"/>
        </w:rPr>
        <w:t xml:space="preserve"> sažetak djelokruga rada</w:t>
      </w:r>
    </w:p>
    <w:p w14:paraId="24193390" w14:textId="40F1A5C7" w:rsidR="006B1860" w:rsidRPr="00003132" w:rsidRDefault="006B1860" w:rsidP="003D71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Fakultet zdravstvenih studij</w:t>
      </w:r>
      <w:r w:rsidR="00AA7F31" w:rsidRPr="00003132">
        <w:rPr>
          <w:rFonts w:ascii="Times New Roman" w:hAnsi="Times New Roman" w:cs="Times New Roman"/>
          <w:sz w:val="24"/>
          <w:szCs w:val="24"/>
        </w:rPr>
        <w:t>a službeno je osnovan 13.</w:t>
      </w:r>
      <w:r w:rsidR="005D1E00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AA7F31" w:rsidRPr="00003132">
        <w:rPr>
          <w:rFonts w:ascii="Times New Roman" w:hAnsi="Times New Roman" w:cs="Times New Roman"/>
          <w:sz w:val="24"/>
          <w:szCs w:val="24"/>
        </w:rPr>
        <w:t xml:space="preserve">lipnja </w:t>
      </w:r>
      <w:r w:rsidRPr="00003132">
        <w:rPr>
          <w:rFonts w:ascii="Times New Roman" w:hAnsi="Times New Roman" w:cs="Times New Roman"/>
          <w:sz w:val="24"/>
          <w:szCs w:val="24"/>
        </w:rPr>
        <w:t>2013. na poticaj zdr</w:t>
      </w:r>
      <w:r w:rsidR="003751AE" w:rsidRPr="00003132">
        <w:rPr>
          <w:rFonts w:ascii="Times New Roman" w:hAnsi="Times New Roman" w:cs="Times New Roman"/>
          <w:sz w:val="24"/>
          <w:szCs w:val="24"/>
        </w:rPr>
        <w:t>avstvenih djelatnika u Rijeci</w:t>
      </w:r>
      <w:r w:rsidRPr="00003132">
        <w:rPr>
          <w:rFonts w:ascii="Times New Roman" w:hAnsi="Times New Roman" w:cs="Times New Roman"/>
          <w:sz w:val="24"/>
          <w:szCs w:val="24"/>
        </w:rPr>
        <w:t xml:space="preserve"> uz pomoć</w:t>
      </w:r>
      <w:r w:rsidR="006F71FC" w:rsidRPr="00003132">
        <w:rPr>
          <w:rFonts w:ascii="Times New Roman" w:hAnsi="Times New Roman" w:cs="Times New Roman"/>
          <w:sz w:val="24"/>
          <w:szCs w:val="24"/>
        </w:rPr>
        <w:t xml:space="preserve"> Sveučilišta</w:t>
      </w:r>
      <w:r w:rsidR="001345BA" w:rsidRPr="00003132">
        <w:rPr>
          <w:rFonts w:ascii="Times New Roman" w:hAnsi="Times New Roman" w:cs="Times New Roman"/>
          <w:sz w:val="24"/>
          <w:szCs w:val="24"/>
        </w:rPr>
        <w:t xml:space="preserve"> u Rijeci</w:t>
      </w:r>
      <w:r w:rsidR="006F71FC" w:rsidRPr="00003132">
        <w:rPr>
          <w:rFonts w:ascii="Times New Roman" w:hAnsi="Times New Roman" w:cs="Times New Roman"/>
          <w:sz w:val="24"/>
          <w:szCs w:val="24"/>
        </w:rPr>
        <w:t xml:space="preserve"> i</w:t>
      </w:r>
      <w:r w:rsidRPr="00003132">
        <w:rPr>
          <w:rFonts w:ascii="Times New Roman" w:hAnsi="Times New Roman" w:cs="Times New Roman"/>
          <w:sz w:val="24"/>
          <w:szCs w:val="24"/>
        </w:rPr>
        <w:t xml:space="preserve"> Medicinskog fakulteta u Rijeci</w:t>
      </w:r>
      <w:r w:rsidR="006F71FC" w:rsidRPr="00003132">
        <w:rPr>
          <w:rFonts w:ascii="Times New Roman" w:hAnsi="Times New Roman" w:cs="Times New Roman"/>
          <w:sz w:val="24"/>
          <w:szCs w:val="24"/>
        </w:rPr>
        <w:t>, što je potvrđeno odlukom Senata 24. ožujka 2014. godine</w:t>
      </w:r>
      <w:r w:rsidR="001345BA" w:rsidRPr="00003132">
        <w:rPr>
          <w:rFonts w:ascii="Times New Roman" w:hAnsi="Times New Roman" w:cs="Times New Roman"/>
          <w:sz w:val="24"/>
          <w:szCs w:val="24"/>
        </w:rPr>
        <w:t>.</w:t>
      </w:r>
    </w:p>
    <w:p w14:paraId="75DBED5B" w14:textId="57CB1B75" w:rsidR="001345BA" w:rsidRPr="00003132" w:rsidRDefault="001345BA" w:rsidP="005C2A3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3132">
        <w:rPr>
          <w:rFonts w:ascii="Times New Roman" w:hAnsi="Times New Roman" w:cs="Times New Roman"/>
          <w:color w:val="000000" w:themeColor="text1"/>
          <w:sz w:val="24"/>
          <w:szCs w:val="24"/>
        </w:rPr>
        <w:t>Fakultet zdravstvenih studija Sveučilišta u Rijeci jedini je fakultet u Republici Hrvatskoj koji je isključivo i u potpunosti usmjeren prema pr</w:t>
      </w:r>
      <w:r w:rsidR="008A6801">
        <w:rPr>
          <w:rFonts w:ascii="Times New Roman" w:hAnsi="Times New Roman" w:cs="Times New Roman"/>
          <w:color w:val="000000" w:themeColor="text1"/>
          <w:sz w:val="24"/>
          <w:szCs w:val="24"/>
        </w:rPr>
        <w:t>ije</w:t>
      </w:r>
      <w:r w:rsidRPr="00003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diplomskom i diplomskom (sveučilišnom) obrazovanju </w:t>
      </w:r>
      <w:r w:rsidR="00794AB5">
        <w:rPr>
          <w:rFonts w:ascii="Times New Roman" w:hAnsi="Times New Roman" w:cs="Times New Roman"/>
          <w:color w:val="000000" w:themeColor="text1"/>
          <w:sz w:val="24"/>
          <w:szCs w:val="24"/>
        </w:rPr>
        <w:t>neliječničkih</w:t>
      </w:r>
      <w:r w:rsidRPr="00003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kadrova u zdravstvu.</w:t>
      </w:r>
    </w:p>
    <w:p w14:paraId="112DB84B" w14:textId="117192F2" w:rsidR="006B1860" w:rsidRPr="00003132" w:rsidRDefault="006B1860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color w:val="000000" w:themeColor="text1"/>
          <w:sz w:val="24"/>
          <w:szCs w:val="24"/>
        </w:rPr>
        <w:t>Program Fakulteta zdravstvenih studija</w:t>
      </w:r>
      <w:r w:rsidR="00B56C74" w:rsidRPr="00003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</w:t>
      </w:r>
      <w:r w:rsidRPr="00003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Rijeci sukladan je s ciljem, sadržajem i misijom ustanove, a razvojne mogućnosti primjerene su</w:t>
      </w:r>
      <w:r w:rsidRPr="00003132">
        <w:rPr>
          <w:rFonts w:ascii="Times New Roman" w:hAnsi="Times New Roman" w:cs="Times New Roman"/>
          <w:sz w:val="24"/>
          <w:szCs w:val="24"/>
        </w:rPr>
        <w:t xml:space="preserve"> postavljenim ciljevima i misiji</w:t>
      </w:r>
      <w:r w:rsidR="00E75489" w:rsidRPr="00003132">
        <w:rPr>
          <w:rFonts w:ascii="Times New Roman" w:hAnsi="Times New Roman" w:cs="Times New Roman"/>
          <w:sz w:val="24"/>
          <w:szCs w:val="24"/>
        </w:rPr>
        <w:t>.</w:t>
      </w:r>
    </w:p>
    <w:p w14:paraId="2203CF05" w14:textId="77777777" w:rsidR="00DD69E9" w:rsidRPr="00684489" w:rsidRDefault="00DD69E9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84489">
        <w:rPr>
          <w:rFonts w:ascii="Times New Roman" w:hAnsi="Times New Roman" w:cs="Times New Roman"/>
          <w:sz w:val="24"/>
          <w:szCs w:val="24"/>
        </w:rPr>
        <w:t xml:space="preserve">Znanstvena misija Fakulteta zdravstvenih studija je na temelju rezultata kompetitivnih znanstvenih istraživanja omogućiti stjecanje novih i relevantnih znanja, unaprijediti obrazovanje studenata, budućih nastavnika, istraživača i stručnjaka, poboljšati zdravstvenu praksu i time pridonijeti razvoju šire društvene zajednice. </w:t>
      </w:r>
      <w:r w:rsidRPr="00684489">
        <w:rPr>
          <w:rFonts w:ascii="Times New Roman" w:hAnsi="Times New Roman" w:cs="Times New Roman"/>
          <w:sz w:val="24"/>
          <w:szCs w:val="24"/>
          <w:lang w:val="it-IT"/>
        </w:rPr>
        <w:t xml:space="preserve">Osobita </w:t>
      </w:r>
      <w:r w:rsidRPr="007400FD">
        <w:rPr>
          <w:rFonts w:ascii="Times New Roman" w:hAnsi="Times New Roman" w:cs="Times New Roman"/>
          <w:sz w:val="24"/>
          <w:szCs w:val="24"/>
        </w:rPr>
        <w:t>misija</w:t>
      </w:r>
      <w:r w:rsidRPr="00684489">
        <w:rPr>
          <w:rFonts w:ascii="Times New Roman" w:hAnsi="Times New Roman" w:cs="Times New Roman"/>
          <w:sz w:val="24"/>
          <w:szCs w:val="24"/>
          <w:lang w:val="it-IT"/>
        </w:rPr>
        <w:t xml:space="preserve"> je </w:t>
      </w:r>
      <w:r w:rsidRPr="00EE6937">
        <w:rPr>
          <w:rFonts w:ascii="Times New Roman" w:hAnsi="Times New Roman" w:cs="Times New Roman"/>
          <w:sz w:val="24"/>
          <w:szCs w:val="24"/>
        </w:rPr>
        <w:t>afirmirati</w:t>
      </w:r>
      <w:r w:rsidRPr="0068448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110072">
        <w:rPr>
          <w:rFonts w:ascii="Times New Roman" w:hAnsi="Times New Roman" w:cs="Times New Roman"/>
          <w:sz w:val="24"/>
          <w:szCs w:val="24"/>
        </w:rPr>
        <w:t>sestrinstvo</w:t>
      </w:r>
      <w:r w:rsidRPr="00684489">
        <w:rPr>
          <w:rFonts w:ascii="Times New Roman" w:hAnsi="Times New Roman" w:cs="Times New Roman"/>
          <w:sz w:val="24"/>
          <w:szCs w:val="24"/>
          <w:lang w:val="it-IT"/>
        </w:rPr>
        <w:t>, fizioterapiju i primaljstvo kao samostalne znanstvene grane.</w:t>
      </w:r>
    </w:p>
    <w:p w14:paraId="0729A805" w14:textId="77777777" w:rsidR="00DD69E9" w:rsidRPr="00684489" w:rsidRDefault="00DD69E9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84489">
        <w:rPr>
          <w:rFonts w:ascii="Times New Roman" w:hAnsi="Times New Roman" w:cs="Times New Roman"/>
          <w:sz w:val="24"/>
          <w:szCs w:val="24"/>
          <w:lang w:val="it-IT"/>
        </w:rPr>
        <w:t>Sustav znanosti Fakulteta zdravstvenih studija Sveučilišta u Rijeci temelji se na načelima poštovanja znanstvene izvrsnosti i kreativnosti, znanstvenog integriteta i etičnosti, slobode u znanstvenim istraživanjima, integracije znanstvenih istraživanja, obrazovanja i medicinske prakse, kolegijalnosti i suradnje te društvene odgovornosti.</w:t>
      </w:r>
    </w:p>
    <w:p w14:paraId="633D1BD0" w14:textId="55A6D646" w:rsidR="00667314" w:rsidRDefault="00667314" w:rsidP="00787E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772CF1" w14:textId="77777777" w:rsidR="002A0363" w:rsidRDefault="002A0363" w:rsidP="00787E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7DAB9E" w14:textId="77777777" w:rsidR="005E7A60" w:rsidRDefault="005E7A60" w:rsidP="00787E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4D9C9" w14:textId="2687DB85" w:rsidR="00043A4B" w:rsidRPr="003D7186" w:rsidRDefault="003D7186" w:rsidP="003D7186">
      <w:pPr>
        <w:pStyle w:val="Odlomakpopisa"/>
        <w:numPr>
          <w:ilvl w:val="1"/>
          <w:numId w:val="1"/>
        </w:numPr>
        <w:spacing w:line="360" w:lineRule="auto"/>
        <w:ind w:left="990" w:hanging="10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 </w:t>
      </w:r>
      <w:r w:rsidR="009F0AC8" w:rsidRPr="003D7186">
        <w:rPr>
          <w:rFonts w:ascii="Times New Roman" w:hAnsi="Times New Roman" w:cs="Times New Roman"/>
          <w:b/>
          <w:sz w:val="24"/>
          <w:szCs w:val="24"/>
          <w:u w:val="single"/>
        </w:rPr>
        <w:t xml:space="preserve">Obrazloženje programa </w:t>
      </w:r>
    </w:p>
    <w:p w14:paraId="2A93D9D9" w14:textId="77777777" w:rsidR="00A060E4" w:rsidRPr="00003132" w:rsidRDefault="00A060E4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Financijsko poslovanje Fakultet zdravstvenih studija odvija se kroz program:</w:t>
      </w:r>
    </w:p>
    <w:p w14:paraId="05192DFB" w14:textId="4E828980" w:rsidR="00E877AE" w:rsidRDefault="00A060E4" w:rsidP="005C2A38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3705 – Visoko obrazovanje</w:t>
      </w:r>
    </w:p>
    <w:p w14:paraId="00E1E240" w14:textId="0B920B70" w:rsidR="0025525F" w:rsidRPr="0025525F" w:rsidRDefault="0025525F" w:rsidP="003D71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Financijski plan Fakulteta zdravstvenih</w:t>
      </w:r>
      <w:r w:rsidR="00DA7A74">
        <w:rPr>
          <w:rFonts w:ascii="Times New Roman" w:hAnsi="Times New Roman" w:cs="Times New Roman"/>
          <w:sz w:val="24"/>
          <w:szCs w:val="24"/>
        </w:rPr>
        <w:t xml:space="preserve"> studija Rijeka za razdoblje od 202</w:t>
      </w:r>
      <w:r w:rsidR="00387B07">
        <w:rPr>
          <w:rFonts w:ascii="Times New Roman" w:hAnsi="Times New Roman" w:cs="Times New Roman"/>
          <w:sz w:val="24"/>
          <w:szCs w:val="24"/>
        </w:rPr>
        <w:t>6</w:t>
      </w:r>
      <w:r w:rsidR="00DA7A74">
        <w:rPr>
          <w:rFonts w:ascii="Times New Roman" w:hAnsi="Times New Roman" w:cs="Times New Roman"/>
          <w:sz w:val="24"/>
          <w:szCs w:val="24"/>
        </w:rPr>
        <w:t>. -202</w:t>
      </w:r>
      <w:r w:rsidR="00387B07">
        <w:rPr>
          <w:rFonts w:ascii="Times New Roman" w:hAnsi="Times New Roman" w:cs="Times New Roman"/>
          <w:sz w:val="24"/>
          <w:szCs w:val="24"/>
        </w:rPr>
        <w:t>8</w:t>
      </w:r>
      <w:r w:rsidR="00DA7A74">
        <w:rPr>
          <w:rFonts w:ascii="Times New Roman" w:hAnsi="Times New Roman" w:cs="Times New Roman"/>
          <w:sz w:val="24"/>
          <w:szCs w:val="24"/>
        </w:rPr>
        <w:t>. godine sadrži prihode po vrstama (izvorima)</w:t>
      </w:r>
      <w:r w:rsidR="000112CC">
        <w:rPr>
          <w:rFonts w:ascii="Times New Roman" w:hAnsi="Times New Roman" w:cs="Times New Roman"/>
          <w:sz w:val="24"/>
          <w:szCs w:val="24"/>
        </w:rPr>
        <w:t xml:space="preserve">, </w:t>
      </w:r>
      <w:r w:rsidR="00DA7A74">
        <w:rPr>
          <w:rFonts w:ascii="Times New Roman" w:hAnsi="Times New Roman" w:cs="Times New Roman"/>
          <w:sz w:val="24"/>
          <w:szCs w:val="24"/>
        </w:rPr>
        <w:t xml:space="preserve">rashode razvrstane prema proračunskim </w:t>
      </w:r>
      <w:r w:rsidR="002A0363">
        <w:rPr>
          <w:rFonts w:ascii="Times New Roman" w:hAnsi="Times New Roman" w:cs="Times New Roman"/>
          <w:sz w:val="24"/>
          <w:szCs w:val="24"/>
        </w:rPr>
        <w:t>k</w:t>
      </w:r>
      <w:r w:rsidR="00DA7A74">
        <w:rPr>
          <w:rFonts w:ascii="Times New Roman" w:hAnsi="Times New Roman" w:cs="Times New Roman"/>
          <w:sz w:val="24"/>
          <w:szCs w:val="24"/>
        </w:rPr>
        <w:t>lasifikacijam</w:t>
      </w:r>
      <w:r w:rsidR="003D7186">
        <w:rPr>
          <w:rFonts w:ascii="Times New Roman" w:hAnsi="Times New Roman" w:cs="Times New Roman"/>
          <w:sz w:val="24"/>
          <w:szCs w:val="24"/>
        </w:rPr>
        <w:t>a</w:t>
      </w:r>
      <w:r w:rsidR="000112CC">
        <w:rPr>
          <w:rFonts w:ascii="Times New Roman" w:hAnsi="Times New Roman" w:cs="Times New Roman"/>
          <w:sz w:val="24"/>
          <w:szCs w:val="24"/>
        </w:rPr>
        <w:t xml:space="preserve">  </w:t>
      </w:r>
      <w:r w:rsidR="003D7186">
        <w:rPr>
          <w:rFonts w:ascii="Times New Roman" w:hAnsi="Times New Roman" w:cs="Times New Roman"/>
          <w:sz w:val="24"/>
          <w:szCs w:val="24"/>
        </w:rPr>
        <w:t xml:space="preserve">    </w:t>
      </w:r>
      <w:r w:rsidR="000112CC">
        <w:rPr>
          <w:rFonts w:ascii="Times New Roman" w:hAnsi="Times New Roman" w:cs="Times New Roman"/>
          <w:sz w:val="24"/>
          <w:szCs w:val="24"/>
        </w:rPr>
        <w:t xml:space="preserve"> </w:t>
      </w:r>
      <w:r w:rsidR="003D7186">
        <w:rPr>
          <w:rFonts w:ascii="Times New Roman" w:hAnsi="Times New Roman" w:cs="Times New Roman"/>
          <w:sz w:val="24"/>
          <w:szCs w:val="24"/>
        </w:rPr>
        <w:t xml:space="preserve"> </w:t>
      </w:r>
      <w:r w:rsidR="00DA7A74">
        <w:rPr>
          <w:rFonts w:ascii="Times New Roman" w:hAnsi="Times New Roman" w:cs="Times New Roman"/>
          <w:sz w:val="24"/>
          <w:szCs w:val="24"/>
        </w:rPr>
        <w:t xml:space="preserve"> </w:t>
      </w:r>
      <w:r w:rsidR="003D7186">
        <w:rPr>
          <w:rFonts w:ascii="Times New Roman" w:hAnsi="Times New Roman" w:cs="Times New Roman"/>
          <w:sz w:val="24"/>
          <w:szCs w:val="24"/>
        </w:rPr>
        <w:t>(</w:t>
      </w:r>
      <w:r w:rsidR="00DA7A74">
        <w:rPr>
          <w:rFonts w:ascii="Times New Roman" w:hAnsi="Times New Roman" w:cs="Times New Roman"/>
          <w:sz w:val="24"/>
          <w:szCs w:val="24"/>
        </w:rPr>
        <w:t>aktivnostima).</w:t>
      </w:r>
    </w:p>
    <w:p w14:paraId="48E95C3A" w14:textId="7D711B41" w:rsidR="00755C91" w:rsidRDefault="00755C91" w:rsidP="00755C91">
      <w:pPr>
        <w:pStyle w:val="Odlomakpopisa"/>
        <w:ind w:left="0"/>
        <w:rPr>
          <w:rFonts w:ascii="Times New Roman" w:hAnsi="Times New Roman" w:cs="Times New Roman"/>
          <w:b/>
          <w:sz w:val="24"/>
          <w:szCs w:val="24"/>
        </w:rPr>
      </w:pPr>
      <w:bookmarkStart w:id="0" w:name="_Hlk116554692"/>
      <w:r w:rsidRPr="003D7186">
        <w:rPr>
          <w:rFonts w:ascii="Times New Roman" w:hAnsi="Times New Roman" w:cs="Times New Roman"/>
          <w:b/>
          <w:sz w:val="24"/>
          <w:szCs w:val="24"/>
        </w:rPr>
        <w:t>PLAN PRIHODA I PRIMITA</w:t>
      </w:r>
      <w:r w:rsidR="0005767C" w:rsidRPr="003D7186">
        <w:rPr>
          <w:rFonts w:ascii="Times New Roman" w:hAnsi="Times New Roman" w:cs="Times New Roman"/>
          <w:b/>
          <w:sz w:val="24"/>
          <w:szCs w:val="24"/>
        </w:rPr>
        <w:t>KA-IZVORI</w:t>
      </w:r>
    </w:p>
    <w:bookmarkEnd w:id="0"/>
    <w:p w14:paraId="1C5EABB4" w14:textId="77777777" w:rsidR="0005767C" w:rsidRDefault="0005767C" w:rsidP="00755C91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772F858B" w14:textId="17B3C83C" w:rsidR="0005767C" w:rsidRDefault="0005767C" w:rsidP="000112CC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Fakultet zdravstvenih studija</w:t>
      </w:r>
      <w:r>
        <w:rPr>
          <w:rFonts w:ascii="Times New Roman" w:hAnsi="Times New Roman" w:cs="Times New Roman"/>
          <w:sz w:val="24"/>
          <w:szCs w:val="24"/>
        </w:rPr>
        <w:t xml:space="preserve"> ostvaruje prihode iz slijedećih izvora:</w:t>
      </w:r>
    </w:p>
    <w:p w14:paraId="5D516B21" w14:textId="689F0A74" w:rsidR="008561B1" w:rsidRPr="0005767C" w:rsidRDefault="0005767C" w:rsidP="000112CC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67C">
        <w:rPr>
          <w:rFonts w:ascii="Times New Roman" w:hAnsi="Times New Roman" w:cs="Times New Roman"/>
          <w:b/>
          <w:sz w:val="24"/>
          <w:szCs w:val="24"/>
        </w:rPr>
        <w:t>Izvor 11</w:t>
      </w:r>
      <w:r w:rsidR="00684489">
        <w:rPr>
          <w:rFonts w:ascii="Times New Roman" w:hAnsi="Times New Roman" w:cs="Times New Roman"/>
          <w:b/>
          <w:sz w:val="24"/>
          <w:szCs w:val="24"/>
        </w:rPr>
        <w:t>-</w:t>
      </w:r>
      <w:r w:rsidRPr="000576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84489" w:rsidRPr="00684489">
        <w:rPr>
          <w:rFonts w:ascii="Times New Roman" w:hAnsi="Times New Roman" w:cs="Times New Roman"/>
          <w:b/>
          <w:sz w:val="24"/>
          <w:szCs w:val="24"/>
        </w:rPr>
        <w:t>Državni proračun</w:t>
      </w:r>
      <w:r w:rsidR="0068448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za financiranje redovne djelatnosti fakulteta, programsko financiranje nastavne i znanstvene djelatnosti.</w:t>
      </w:r>
    </w:p>
    <w:p w14:paraId="4C3C83A9" w14:textId="61AA7735" w:rsidR="0005767C" w:rsidRPr="00CF4E52" w:rsidRDefault="0005767C" w:rsidP="000112CC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Izvor 31 </w:t>
      </w:r>
      <w:r w:rsidR="00684489">
        <w:rPr>
          <w:rFonts w:ascii="Times New Roman" w:hAnsi="Times New Roman" w:cs="Times New Roman"/>
          <w:b/>
          <w:sz w:val="24"/>
          <w:szCs w:val="24"/>
        </w:rPr>
        <w:t xml:space="preserve">– vlastiti prihodi </w:t>
      </w:r>
      <w:r>
        <w:rPr>
          <w:rFonts w:ascii="Times New Roman" w:hAnsi="Times New Roman" w:cs="Times New Roman"/>
          <w:bCs/>
          <w:sz w:val="24"/>
          <w:szCs w:val="24"/>
        </w:rPr>
        <w:t>od pruženih usluga, cjeloživotnih programa, iznajmljivanja prostora</w:t>
      </w:r>
      <w:r w:rsidR="00CF4E52">
        <w:rPr>
          <w:rFonts w:ascii="Times New Roman" w:hAnsi="Times New Roman" w:cs="Times New Roman"/>
          <w:bCs/>
          <w:sz w:val="24"/>
          <w:szCs w:val="24"/>
        </w:rPr>
        <w:t xml:space="preserve"> Fakulteta.</w:t>
      </w:r>
    </w:p>
    <w:p w14:paraId="06434B1C" w14:textId="533A1944" w:rsidR="00CF4E52" w:rsidRPr="00CF4E52" w:rsidRDefault="00CF4E52" w:rsidP="000112CC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E52">
        <w:rPr>
          <w:rFonts w:ascii="Times New Roman" w:hAnsi="Times New Roman" w:cs="Times New Roman"/>
          <w:b/>
          <w:sz w:val="24"/>
          <w:szCs w:val="24"/>
        </w:rPr>
        <w:t>Izvor 43</w:t>
      </w:r>
      <w:r w:rsidR="00684489">
        <w:rPr>
          <w:rFonts w:ascii="Times New Roman" w:hAnsi="Times New Roman" w:cs="Times New Roman"/>
          <w:b/>
          <w:sz w:val="24"/>
          <w:szCs w:val="24"/>
        </w:rPr>
        <w:t xml:space="preserve">-ostali prihodi za posebne namjene </w:t>
      </w:r>
      <w:r>
        <w:rPr>
          <w:rFonts w:ascii="Times New Roman" w:hAnsi="Times New Roman" w:cs="Times New Roman"/>
          <w:bCs/>
          <w:sz w:val="24"/>
          <w:szCs w:val="24"/>
        </w:rPr>
        <w:t>odnose se na sufinanciranje cijene usluge i participaciju školarina.</w:t>
      </w:r>
    </w:p>
    <w:p w14:paraId="63ED44CF" w14:textId="1DBFC29F" w:rsidR="00CF4E52" w:rsidRDefault="00370EC4" w:rsidP="000112CC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001E">
        <w:rPr>
          <w:rFonts w:ascii="Times New Roman" w:hAnsi="Times New Roman" w:cs="Times New Roman"/>
          <w:b/>
          <w:sz w:val="24"/>
          <w:szCs w:val="24"/>
        </w:rPr>
        <w:t>Izvor 51</w:t>
      </w:r>
      <w:r w:rsidR="0095001E" w:rsidRPr="009500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84489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684489" w:rsidRPr="00684489">
        <w:rPr>
          <w:rFonts w:ascii="Times New Roman" w:hAnsi="Times New Roman" w:cs="Times New Roman"/>
          <w:b/>
          <w:sz w:val="24"/>
          <w:szCs w:val="24"/>
        </w:rPr>
        <w:t>pomoći EU</w:t>
      </w:r>
      <w:r w:rsidR="006844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001E" w:rsidRPr="0095001E">
        <w:rPr>
          <w:rFonts w:ascii="Times New Roman" w:hAnsi="Times New Roman" w:cs="Times New Roman"/>
          <w:bCs/>
          <w:sz w:val="24"/>
          <w:szCs w:val="24"/>
        </w:rPr>
        <w:t>od međunarodnih organizacija te institucija i tijela EU za provedbu projekta ERASMUS +</w:t>
      </w:r>
    </w:p>
    <w:p w14:paraId="69DE3C3F" w14:textId="67841997" w:rsidR="0095001E" w:rsidRDefault="0095001E" w:rsidP="000112CC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001E">
        <w:rPr>
          <w:rFonts w:ascii="Times New Roman" w:hAnsi="Times New Roman" w:cs="Times New Roman"/>
          <w:b/>
          <w:sz w:val="24"/>
          <w:szCs w:val="24"/>
        </w:rPr>
        <w:t>Izvor 52</w:t>
      </w:r>
      <w:r w:rsidR="00684489">
        <w:rPr>
          <w:rFonts w:ascii="Times New Roman" w:hAnsi="Times New Roman" w:cs="Times New Roman"/>
          <w:b/>
          <w:sz w:val="24"/>
          <w:szCs w:val="24"/>
        </w:rPr>
        <w:t xml:space="preserve">-ostale pomoći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84489"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 xml:space="preserve">dnose se na prijenose između proračunskih korisnika istog proračuna </w:t>
      </w:r>
    </w:p>
    <w:p w14:paraId="3DAB5A3E" w14:textId="52C6BF97" w:rsidR="006A2E63" w:rsidRPr="0066239B" w:rsidRDefault="006A2E63" w:rsidP="0066239B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39B">
        <w:rPr>
          <w:rFonts w:ascii="Times New Roman" w:hAnsi="Times New Roman" w:cs="Times New Roman"/>
          <w:b/>
          <w:sz w:val="24"/>
          <w:szCs w:val="24"/>
        </w:rPr>
        <w:t>Izvor 581-</w:t>
      </w:r>
      <w:r w:rsidR="0066239B" w:rsidRPr="0066239B">
        <w:rPr>
          <w:rFonts w:ascii="Arial" w:hAnsi="Arial" w:cs="Arial"/>
          <w:sz w:val="16"/>
          <w:szCs w:val="16"/>
        </w:rPr>
        <w:t xml:space="preserve"> </w:t>
      </w:r>
      <w:r w:rsidR="0066239B" w:rsidRPr="0066239B">
        <w:rPr>
          <w:rFonts w:ascii="Times New Roman" w:eastAsia="Times New Roman" w:hAnsi="Times New Roman" w:cs="Times New Roman"/>
          <w:sz w:val="24"/>
          <w:szCs w:val="24"/>
          <w:lang w:eastAsia="hr-HR"/>
        </w:rPr>
        <w:t>Mehanizam za oporavak i otpornost – bespovratna sredstva – raspoloživ predujam ili unaprijed naplaćen prihod</w:t>
      </w:r>
    </w:p>
    <w:p w14:paraId="260701DD" w14:textId="07C4B1AD" w:rsidR="0095001E" w:rsidRPr="0095001E" w:rsidRDefault="008E197E" w:rsidP="000112CC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197E">
        <w:rPr>
          <w:rFonts w:ascii="Times New Roman" w:hAnsi="Times New Roman" w:cs="Times New Roman"/>
          <w:b/>
          <w:sz w:val="24"/>
          <w:szCs w:val="24"/>
        </w:rPr>
        <w:t>Izvor 61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84489">
        <w:rPr>
          <w:rFonts w:ascii="Times New Roman" w:hAnsi="Times New Roman" w:cs="Times New Roman"/>
          <w:b/>
          <w:sz w:val="24"/>
          <w:szCs w:val="24"/>
        </w:rPr>
        <w:t xml:space="preserve"> donacije </w:t>
      </w:r>
      <w:r w:rsidR="00684489">
        <w:rPr>
          <w:rFonts w:ascii="Times New Roman" w:hAnsi="Times New Roman" w:cs="Times New Roman"/>
          <w:bCs/>
          <w:sz w:val="24"/>
          <w:szCs w:val="24"/>
        </w:rPr>
        <w:t xml:space="preserve">od </w:t>
      </w:r>
      <w:r w:rsidRPr="008E197E">
        <w:rPr>
          <w:rFonts w:ascii="Times New Roman" w:hAnsi="Times New Roman" w:cs="Times New Roman"/>
          <w:bCs/>
          <w:sz w:val="24"/>
          <w:szCs w:val="24"/>
        </w:rPr>
        <w:t>pravnih i fizičkih osoba izvan općeg proračuna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14F91DC" w14:textId="77777777" w:rsidR="0065264C" w:rsidRDefault="0065264C" w:rsidP="005C2A38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05A8FC" w14:textId="78CBE650" w:rsidR="00E877AE" w:rsidRDefault="00E0372A" w:rsidP="005C2A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72A">
        <w:rPr>
          <w:rFonts w:ascii="Times New Roman" w:hAnsi="Times New Roman" w:cs="Times New Roman"/>
          <w:bCs/>
          <w:sz w:val="24"/>
          <w:szCs w:val="24"/>
        </w:rPr>
        <w:t>Financijsko poslovanje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372A">
        <w:rPr>
          <w:rFonts w:ascii="Times New Roman" w:hAnsi="Times New Roman" w:cs="Times New Roman"/>
          <w:bCs/>
          <w:sz w:val="24"/>
          <w:szCs w:val="24"/>
        </w:rPr>
        <w:t>Fakulteta zdravstvenih studija u Rijeci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966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E877AE" w:rsidRPr="00003132">
        <w:rPr>
          <w:rFonts w:ascii="Times New Roman" w:hAnsi="Times New Roman" w:cs="Times New Roman"/>
          <w:b/>
          <w:sz w:val="24"/>
          <w:szCs w:val="24"/>
        </w:rPr>
        <w:t>Program 3705</w:t>
      </w:r>
      <w:r w:rsidR="00E877AE" w:rsidRPr="00003132">
        <w:rPr>
          <w:rFonts w:ascii="Times New Roman" w:hAnsi="Times New Roman" w:cs="Times New Roman"/>
          <w:sz w:val="24"/>
          <w:szCs w:val="24"/>
        </w:rPr>
        <w:t xml:space="preserve"> – Visoko obrazovanje </w:t>
      </w:r>
      <w:r w:rsidR="00FA419B">
        <w:rPr>
          <w:rFonts w:ascii="Times New Roman" w:hAnsi="Times New Roman" w:cs="Times New Roman"/>
          <w:sz w:val="24"/>
          <w:szCs w:val="24"/>
        </w:rPr>
        <w:t>planira se odvijati kroz sljedeće ak</w:t>
      </w:r>
      <w:r w:rsidR="00685291">
        <w:rPr>
          <w:rFonts w:ascii="Times New Roman" w:hAnsi="Times New Roman" w:cs="Times New Roman"/>
          <w:sz w:val="24"/>
          <w:szCs w:val="24"/>
        </w:rPr>
        <w:t>tivnosti</w:t>
      </w:r>
      <w:r w:rsidR="00E877AE" w:rsidRPr="00003132">
        <w:rPr>
          <w:rFonts w:ascii="Times New Roman" w:hAnsi="Times New Roman" w:cs="Times New Roman"/>
          <w:sz w:val="24"/>
          <w:szCs w:val="24"/>
        </w:rPr>
        <w:t>:</w:t>
      </w:r>
    </w:p>
    <w:p w14:paraId="1E30AB3C" w14:textId="1A5EE559" w:rsidR="00A060E4" w:rsidRPr="00003132" w:rsidRDefault="00B57D97" w:rsidP="005C2A38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A679134 </w:t>
      </w:r>
      <w:r w:rsidR="00A060E4" w:rsidRPr="000031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7B07">
        <w:rPr>
          <w:rFonts w:ascii="Times New Roman" w:hAnsi="Times New Roman" w:cs="Times New Roman"/>
          <w:b/>
          <w:sz w:val="24"/>
          <w:szCs w:val="24"/>
        </w:rPr>
        <w:t>Programsko fi</w:t>
      </w:r>
      <w:r w:rsidR="008A15C0">
        <w:rPr>
          <w:rFonts w:ascii="Times New Roman" w:hAnsi="Times New Roman" w:cs="Times New Roman"/>
          <w:b/>
          <w:sz w:val="24"/>
          <w:szCs w:val="24"/>
        </w:rPr>
        <w:t>n</w:t>
      </w:r>
      <w:r w:rsidR="00387B07">
        <w:rPr>
          <w:rFonts w:ascii="Times New Roman" w:hAnsi="Times New Roman" w:cs="Times New Roman"/>
          <w:b/>
          <w:sz w:val="24"/>
          <w:szCs w:val="24"/>
        </w:rPr>
        <w:t>anciranje javnih visokih učilišta</w:t>
      </w:r>
      <w:r w:rsidR="00A060E4" w:rsidRPr="000031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2754562" w14:textId="2E12D685" w:rsidR="00887D75" w:rsidRPr="002E56B9" w:rsidRDefault="00887D75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6B9">
        <w:rPr>
          <w:rFonts w:ascii="Times New Roman" w:hAnsi="Times New Roman" w:cs="Times New Roman"/>
          <w:sz w:val="24"/>
          <w:szCs w:val="24"/>
        </w:rPr>
        <w:t>Zakonske i druge pravne osnove:</w:t>
      </w:r>
    </w:p>
    <w:p w14:paraId="23BC7E37" w14:textId="45963DA9" w:rsidR="00887D75" w:rsidRPr="00C224C8" w:rsidRDefault="00887D75" w:rsidP="00C224C8">
      <w:pPr>
        <w:pStyle w:val="Odlomakpopisa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4C8">
        <w:rPr>
          <w:rFonts w:ascii="Times New Roman" w:hAnsi="Times New Roman" w:cs="Times New Roman"/>
          <w:sz w:val="24"/>
          <w:szCs w:val="24"/>
        </w:rPr>
        <w:t>Zakon o znanstvenoj djel</w:t>
      </w:r>
      <w:r w:rsidR="00684489">
        <w:rPr>
          <w:rFonts w:ascii="Times New Roman" w:hAnsi="Times New Roman" w:cs="Times New Roman"/>
          <w:sz w:val="24"/>
          <w:szCs w:val="24"/>
        </w:rPr>
        <w:t>a</w:t>
      </w:r>
      <w:r w:rsidRPr="00C224C8">
        <w:rPr>
          <w:rFonts w:ascii="Times New Roman" w:hAnsi="Times New Roman" w:cs="Times New Roman"/>
          <w:sz w:val="24"/>
          <w:szCs w:val="24"/>
        </w:rPr>
        <w:t>tnosti i visokom obrazovanju</w:t>
      </w:r>
      <w:r w:rsidR="001C5D90" w:rsidRPr="00C224C8">
        <w:rPr>
          <w:rFonts w:ascii="Times New Roman" w:hAnsi="Times New Roman" w:cs="Times New Roman"/>
          <w:sz w:val="24"/>
          <w:szCs w:val="24"/>
        </w:rPr>
        <w:t xml:space="preserve"> (NN, br. 123/03, 198/03, 105/04, 174/04, 02/07, 46/07, 45/09, 63/11,  94/13</w:t>
      </w:r>
      <w:r w:rsidR="001C2B21">
        <w:rPr>
          <w:rFonts w:ascii="Times New Roman" w:hAnsi="Times New Roman" w:cs="Times New Roman"/>
          <w:sz w:val="24"/>
          <w:szCs w:val="24"/>
        </w:rPr>
        <w:t xml:space="preserve"> i</w:t>
      </w:r>
      <w:r w:rsidR="00EE0789" w:rsidRPr="00EE0789">
        <w:rPr>
          <w:rFonts w:ascii="Times New Roman" w:hAnsi="Times New Roman" w:cs="Times New Roman"/>
          <w:sz w:val="24"/>
          <w:szCs w:val="24"/>
        </w:rPr>
        <w:t xml:space="preserve"> NN 119/2022 </w:t>
      </w:r>
      <w:r w:rsidR="001C2B21">
        <w:rPr>
          <w:rFonts w:ascii="Times New Roman" w:hAnsi="Times New Roman" w:cs="Times New Roman"/>
          <w:sz w:val="24"/>
          <w:szCs w:val="24"/>
        </w:rPr>
        <w:t xml:space="preserve"> </w:t>
      </w:r>
      <w:r w:rsidR="001C5D90" w:rsidRPr="00C224C8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74471A44" w14:textId="4D4C3E97" w:rsidR="00887D75" w:rsidRPr="00C224C8" w:rsidRDefault="00887D75" w:rsidP="00C224C8">
      <w:pPr>
        <w:pStyle w:val="Odlomakpopisa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4C8">
        <w:rPr>
          <w:rFonts w:ascii="Times New Roman" w:hAnsi="Times New Roman" w:cs="Times New Roman"/>
          <w:sz w:val="24"/>
          <w:szCs w:val="24"/>
        </w:rPr>
        <w:t>Kolektivni ugovor za znanost i visoko obrazovanje;</w:t>
      </w:r>
    </w:p>
    <w:p w14:paraId="70F633F4" w14:textId="25B875AB" w:rsidR="000112CC" w:rsidRDefault="00994D32" w:rsidP="00C224C8">
      <w:pPr>
        <w:pStyle w:val="Odlomakpopisa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4C8">
        <w:rPr>
          <w:rFonts w:ascii="Times New Roman" w:hAnsi="Times New Roman" w:cs="Times New Roman"/>
          <w:sz w:val="24"/>
          <w:szCs w:val="24"/>
        </w:rPr>
        <w:t xml:space="preserve">Zakon o proračunu </w:t>
      </w:r>
      <w:bookmarkStart w:id="1" w:name="_Hlk116543661"/>
      <w:r w:rsidRPr="00C224C8">
        <w:rPr>
          <w:rFonts w:ascii="Times New Roman" w:hAnsi="Times New Roman" w:cs="Times New Roman"/>
          <w:sz w:val="24"/>
          <w:szCs w:val="24"/>
        </w:rPr>
        <w:t>(NN, br. 87/08, 136/12, 15/15,</w:t>
      </w:r>
      <w:r w:rsidR="001C5D90" w:rsidRPr="00C224C8">
        <w:rPr>
          <w:rFonts w:ascii="Times New Roman" w:hAnsi="Times New Roman" w:cs="Times New Roman"/>
          <w:sz w:val="24"/>
          <w:szCs w:val="24"/>
        </w:rPr>
        <w:t>144/21</w:t>
      </w:r>
      <w:r w:rsidRPr="00C224C8">
        <w:rPr>
          <w:rFonts w:ascii="Times New Roman" w:hAnsi="Times New Roman" w:cs="Times New Roman"/>
          <w:sz w:val="24"/>
          <w:szCs w:val="24"/>
        </w:rPr>
        <w:t>)</w:t>
      </w:r>
      <w:bookmarkEnd w:id="1"/>
      <w:r w:rsidRPr="00C224C8">
        <w:rPr>
          <w:rFonts w:ascii="Times New Roman" w:hAnsi="Times New Roman" w:cs="Times New Roman"/>
          <w:sz w:val="24"/>
          <w:szCs w:val="24"/>
        </w:rPr>
        <w:t>,</w:t>
      </w:r>
    </w:p>
    <w:p w14:paraId="11889FB0" w14:textId="77777777" w:rsidR="001061EA" w:rsidRPr="00C224C8" w:rsidRDefault="001061EA" w:rsidP="00C224C8">
      <w:pPr>
        <w:pStyle w:val="Odlomakpopisa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171621" w14:textId="24990130" w:rsidR="00C3391B" w:rsidRDefault="00C3391B" w:rsidP="00C224C8">
      <w:pPr>
        <w:pStyle w:val="Odlomakpopisa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4C8">
        <w:rPr>
          <w:rFonts w:ascii="Times New Roman" w:hAnsi="Times New Roman" w:cs="Times New Roman"/>
          <w:sz w:val="24"/>
          <w:szCs w:val="24"/>
        </w:rPr>
        <w:t>Upute za izradu prijedloga financijskog plana razdjela 080 – Ministarstvo znanosti i obrazovanja</w:t>
      </w:r>
      <w:r w:rsidR="00FC5487">
        <w:rPr>
          <w:rFonts w:ascii="Times New Roman" w:hAnsi="Times New Roman" w:cs="Times New Roman"/>
          <w:sz w:val="24"/>
          <w:szCs w:val="24"/>
        </w:rPr>
        <w:t xml:space="preserve"> i mladih </w:t>
      </w:r>
      <w:r w:rsidRPr="00C224C8">
        <w:rPr>
          <w:rFonts w:ascii="Times New Roman" w:hAnsi="Times New Roman" w:cs="Times New Roman"/>
          <w:sz w:val="24"/>
          <w:szCs w:val="24"/>
        </w:rPr>
        <w:t>za</w:t>
      </w:r>
      <w:r w:rsidR="001C5D90" w:rsidRPr="00C224C8">
        <w:rPr>
          <w:rFonts w:ascii="Times New Roman" w:hAnsi="Times New Roman" w:cs="Times New Roman"/>
          <w:sz w:val="24"/>
          <w:szCs w:val="24"/>
        </w:rPr>
        <w:t xml:space="preserve"> </w:t>
      </w:r>
      <w:r w:rsidRPr="00C224C8">
        <w:rPr>
          <w:rFonts w:ascii="Times New Roman" w:hAnsi="Times New Roman" w:cs="Times New Roman"/>
          <w:sz w:val="24"/>
          <w:szCs w:val="24"/>
        </w:rPr>
        <w:t>razdoblje 202</w:t>
      </w:r>
      <w:r w:rsidR="00387B07">
        <w:rPr>
          <w:rFonts w:ascii="Times New Roman" w:hAnsi="Times New Roman" w:cs="Times New Roman"/>
          <w:sz w:val="24"/>
          <w:szCs w:val="24"/>
        </w:rPr>
        <w:t>6</w:t>
      </w:r>
      <w:r w:rsidRPr="00C224C8">
        <w:rPr>
          <w:rFonts w:ascii="Times New Roman" w:hAnsi="Times New Roman" w:cs="Times New Roman"/>
          <w:sz w:val="24"/>
          <w:szCs w:val="24"/>
        </w:rPr>
        <w:t>.-202</w:t>
      </w:r>
      <w:r w:rsidR="00387B07">
        <w:rPr>
          <w:rFonts w:ascii="Times New Roman" w:hAnsi="Times New Roman" w:cs="Times New Roman"/>
          <w:sz w:val="24"/>
          <w:szCs w:val="24"/>
        </w:rPr>
        <w:t>8</w:t>
      </w:r>
      <w:r w:rsidRPr="00C224C8">
        <w:rPr>
          <w:rFonts w:ascii="Times New Roman" w:hAnsi="Times New Roman" w:cs="Times New Roman"/>
          <w:sz w:val="24"/>
          <w:szCs w:val="24"/>
        </w:rPr>
        <w:t xml:space="preserve">. godine </w:t>
      </w:r>
      <w:r w:rsidR="00387B07">
        <w:rPr>
          <w:rFonts w:ascii="Times New Roman" w:hAnsi="Times New Roman" w:cs="Times New Roman"/>
          <w:sz w:val="24"/>
          <w:szCs w:val="24"/>
        </w:rPr>
        <w:t>iz listopada</w:t>
      </w:r>
      <w:r w:rsidR="008462B0">
        <w:rPr>
          <w:rFonts w:ascii="Times New Roman" w:hAnsi="Times New Roman" w:cs="Times New Roman"/>
          <w:sz w:val="24"/>
          <w:szCs w:val="24"/>
        </w:rPr>
        <w:t xml:space="preserve"> 202</w:t>
      </w:r>
      <w:r w:rsidR="00387B07">
        <w:rPr>
          <w:rFonts w:ascii="Times New Roman" w:hAnsi="Times New Roman" w:cs="Times New Roman"/>
          <w:sz w:val="24"/>
          <w:szCs w:val="24"/>
        </w:rPr>
        <w:t>5</w:t>
      </w:r>
      <w:r w:rsidR="008462B0">
        <w:rPr>
          <w:rFonts w:ascii="Times New Roman" w:hAnsi="Times New Roman" w:cs="Times New Roman"/>
          <w:sz w:val="24"/>
          <w:szCs w:val="24"/>
        </w:rPr>
        <w:t>.</w:t>
      </w:r>
      <w:r w:rsidRPr="00C224C8">
        <w:rPr>
          <w:rFonts w:ascii="Times New Roman" w:hAnsi="Times New Roman" w:cs="Times New Roman"/>
          <w:sz w:val="24"/>
          <w:szCs w:val="24"/>
        </w:rPr>
        <w:t xml:space="preserve"> godine.    </w:t>
      </w:r>
    </w:p>
    <w:p w14:paraId="04DD016F" w14:textId="0154D8DB" w:rsidR="009A0DD1" w:rsidRDefault="0013064B" w:rsidP="000306C6">
      <w:pPr>
        <w:pStyle w:val="Odlomakpopisa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64B">
        <w:rPr>
          <w:rFonts w:ascii="Times New Roman" w:hAnsi="Times New Roman" w:cs="Times New Roman"/>
          <w:sz w:val="24"/>
          <w:szCs w:val="24"/>
        </w:rPr>
        <w:t xml:space="preserve">Upute Sveučilišta u Rijeci o izradi prijedloga plana i danim limitima od </w:t>
      </w:r>
      <w:r w:rsidR="00387B07">
        <w:rPr>
          <w:rFonts w:ascii="Times New Roman" w:hAnsi="Times New Roman" w:cs="Times New Roman"/>
          <w:sz w:val="24"/>
          <w:szCs w:val="24"/>
        </w:rPr>
        <w:t xml:space="preserve">17. listopada </w:t>
      </w:r>
      <w:r w:rsidRPr="0013064B">
        <w:rPr>
          <w:rFonts w:ascii="Times New Roman" w:hAnsi="Times New Roman" w:cs="Times New Roman"/>
          <w:sz w:val="24"/>
          <w:szCs w:val="24"/>
        </w:rPr>
        <w:t>202</w:t>
      </w:r>
      <w:r w:rsidR="00387B07">
        <w:rPr>
          <w:rFonts w:ascii="Times New Roman" w:hAnsi="Times New Roman" w:cs="Times New Roman"/>
          <w:sz w:val="24"/>
          <w:szCs w:val="24"/>
        </w:rPr>
        <w:t>5</w:t>
      </w:r>
      <w:r w:rsidRPr="0013064B">
        <w:rPr>
          <w:rFonts w:ascii="Times New Roman" w:hAnsi="Times New Roman" w:cs="Times New Roman"/>
          <w:sz w:val="24"/>
          <w:szCs w:val="24"/>
        </w:rPr>
        <w:t>.</w:t>
      </w:r>
      <w:r w:rsidR="000463F8">
        <w:rPr>
          <w:rFonts w:ascii="Times New Roman" w:hAnsi="Times New Roman" w:cs="Times New Roman"/>
          <w:sz w:val="24"/>
          <w:szCs w:val="24"/>
        </w:rPr>
        <w:t xml:space="preserve"> </w:t>
      </w:r>
      <w:r w:rsidRPr="0013064B">
        <w:rPr>
          <w:rFonts w:ascii="Times New Roman" w:hAnsi="Times New Roman" w:cs="Times New Roman"/>
          <w:sz w:val="24"/>
          <w:szCs w:val="24"/>
        </w:rPr>
        <w:t>godine ,</w:t>
      </w:r>
    </w:p>
    <w:p w14:paraId="442091AA" w14:textId="786DED3B" w:rsidR="009A0DD1" w:rsidRDefault="009A0DD1" w:rsidP="009A0D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8643" w:type="dxa"/>
        <w:tblLook w:val="04A0" w:firstRow="1" w:lastRow="0" w:firstColumn="1" w:lastColumn="0" w:noHBand="0" w:noVBand="1"/>
      </w:tblPr>
      <w:tblGrid>
        <w:gridCol w:w="1233"/>
        <w:gridCol w:w="1596"/>
        <w:gridCol w:w="1473"/>
        <w:gridCol w:w="1447"/>
        <w:gridCol w:w="1447"/>
        <w:gridCol w:w="1447"/>
      </w:tblGrid>
      <w:tr w:rsidR="00BD61FC" w:rsidRPr="00003132" w14:paraId="5C6B3FC7" w14:textId="77777777" w:rsidTr="00BD61FC">
        <w:tc>
          <w:tcPr>
            <w:tcW w:w="1233" w:type="dxa"/>
            <w:shd w:val="clear" w:color="auto" w:fill="D0CECE" w:themeFill="background2" w:themeFillShade="E6"/>
          </w:tcPr>
          <w:p w14:paraId="0377C84F" w14:textId="77777777" w:rsidR="00BD61FC" w:rsidRPr="00003132" w:rsidRDefault="00BD61FC" w:rsidP="005C2A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14220620"/>
          </w:p>
          <w:p w14:paraId="254C285C" w14:textId="77777777" w:rsidR="00BD61FC" w:rsidRPr="00003132" w:rsidRDefault="00BD61FC" w:rsidP="005C2A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Šifra aktivnosti/ programa</w:t>
            </w: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75B52AF5" w14:textId="2E123362" w:rsidR="00BD61FC" w:rsidRPr="00003132" w:rsidRDefault="00BD61FC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Izvršenje </w:t>
            </w:r>
            <w:r w:rsidR="001F579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73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1725ED7" w14:textId="5BF71ACD" w:rsidR="00BD61FC" w:rsidRDefault="003530E2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Rebalans</w:t>
            </w:r>
          </w:p>
          <w:p w14:paraId="423DFB87" w14:textId="1B7FD090" w:rsidR="00BD61FC" w:rsidRPr="00003132" w:rsidRDefault="00BD61FC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306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2FDAEEA" w14:textId="77777777" w:rsidR="00BD61FC" w:rsidRPr="00003132" w:rsidRDefault="00BD61FC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</w:p>
          <w:p w14:paraId="5EE75411" w14:textId="2F7D4FC5" w:rsidR="00BD61FC" w:rsidRPr="00003132" w:rsidRDefault="00BD61FC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306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18A9BCF" w14:textId="4D7A3E7A" w:rsidR="00BD61FC" w:rsidRDefault="000306C6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</w:p>
          <w:p w14:paraId="6B90EAD6" w14:textId="6E9BB71F" w:rsidR="00BD61FC" w:rsidRPr="00003132" w:rsidRDefault="00BD61FC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0306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A763AE4" w14:textId="188F2E1B" w:rsidR="00BD61FC" w:rsidRDefault="000306C6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</w:p>
          <w:p w14:paraId="318E0BB4" w14:textId="61EE1A65" w:rsidR="00BD61FC" w:rsidRPr="00003132" w:rsidRDefault="00BD61FC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0306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2"/>
      <w:tr w:rsidR="00BD61FC" w:rsidRPr="00003132" w14:paraId="5D82736F" w14:textId="77777777" w:rsidTr="00BD61FC">
        <w:tc>
          <w:tcPr>
            <w:tcW w:w="1233" w:type="dxa"/>
          </w:tcPr>
          <w:p w14:paraId="7812AA60" w14:textId="77777777" w:rsidR="00BD61FC" w:rsidRPr="002A0363" w:rsidRDefault="00BD61FC" w:rsidP="005B341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7AA2EA" w14:textId="2D298CAE" w:rsidR="00BD61FC" w:rsidRPr="002A0363" w:rsidRDefault="003012C4" w:rsidP="005B341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552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679134</w:t>
            </w:r>
          </w:p>
          <w:p w14:paraId="10C8BAE2" w14:textId="77777777" w:rsidR="00BD61FC" w:rsidRPr="002A0363" w:rsidRDefault="00BD61FC" w:rsidP="005B341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77ECAF3E" w14:textId="77777777" w:rsidR="001E31C5" w:rsidRDefault="001E31C5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B63BB3" w14:textId="6A46A10A" w:rsidR="00BD61FC" w:rsidRPr="002A0363" w:rsidRDefault="00B2087E" w:rsidP="001E31C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2.433741</w:t>
            </w:r>
            <w:r w:rsidR="001E31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F5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D6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473" w:type="dxa"/>
          </w:tcPr>
          <w:p w14:paraId="639FD1ED" w14:textId="0C7E8FE5" w:rsidR="00BD61FC" w:rsidRPr="002A0363" w:rsidRDefault="00BD61FC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1D4CCC" w14:textId="284E67FF" w:rsidR="00BD61FC" w:rsidRPr="002A0363" w:rsidRDefault="004A3162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2.774. 611 </w:t>
            </w:r>
            <w:r w:rsidR="00BD6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€ </w:t>
            </w:r>
          </w:p>
        </w:tc>
        <w:tc>
          <w:tcPr>
            <w:tcW w:w="1447" w:type="dxa"/>
            <w:tcBorders>
              <w:top w:val="single" w:sz="4" w:space="0" w:color="auto"/>
            </w:tcBorders>
          </w:tcPr>
          <w:p w14:paraId="72F7A700" w14:textId="77777777" w:rsidR="00BD61FC" w:rsidRDefault="00BD61FC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0CC389" w14:textId="4AEFC801" w:rsidR="00BD61FC" w:rsidRDefault="001E31C5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2.948.141</w:t>
            </w:r>
            <w:r w:rsidR="00BD6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€</w:t>
            </w:r>
          </w:p>
          <w:p w14:paraId="3817F0DF" w14:textId="352179F1" w:rsidR="00BD61FC" w:rsidRPr="002A0363" w:rsidRDefault="00BD61FC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</w:tcPr>
          <w:p w14:paraId="2731D350" w14:textId="77777777" w:rsidR="00BD61FC" w:rsidRPr="002A0363" w:rsidRDefault="00BD61FC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7C7382" w14:textId="0AB138FE" w:rsidR="00BD61FC" w:rsidRPr="002A0363" w:rsidRDefault="00072E9F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2.996.247 </w:t>
            </w:r>
            <w:r w:rsidR="00BD6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€</w:t>
            </w:r>
          </w:p>
          <w:p w14:paraId="09806EC9" w14:textId="03A8FC40" w:rsidR="00BD61FC" w:rsidRPr="002A0363" w:rsidRDefault="00BD61FC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</w:tcPr>
          <w:p w14:paraId="62EC6ED5" w14:textId="77777777" w:rsidR="00BD61FC" w:rsidRPr="002A0363" w:rsidRDefault="00BD61FC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64C4F6" w14:textId="4C962454" w:rsidR="00BD61FC" w:rsidRPr="002A0363" w:rsidRDefault="00333E0E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  <w:r w:rsidR="00072E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12.315</w:t>
            </w:r>
            <w:r w:rsidR="00BD6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€</w:t>
            </w:r>
          </w:p>
          <w:p w14:paraId="1F26CB58" w14:textId="43A49788" w:rsidR="00BD61FC" w:rsidRPr="002A0363" w:rsidRDefault="00BD61FC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09345C8" w14:textId="77777777" w:rsidR="00A060E4" w:rsidRPr="00003132" w:rsidRDefault="00A060E4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2E5B8A" w14:textId="6E6DD93C" w:rsidR="000F6C90" w:rsidRDefault="000F6C90" w:rsidP="008965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aktivnost sastoji se od sljedećih podaktivnosti:</w:t>
      </w:r>
    </w:p>
    <w:p w14:paraId="29428596" w14:textId="1ABFB5AC" w:rsidR="000F6C90" w:rsidRDefault="000F6C90" w:rsidP="000F6C90">
      <w:pPr>
        <w:pStyle w:val="Odlomakpopisa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Financiranje rashoda za plaće</w:t>
      </w:r>
      <w:r w:rsidR="00FB1A46">
        <w:rPr>
          <w:rFonts w:ascii="Times New Roman" w:hAnsi="Times New Roman" w:cs="Times New Roman"/>
          <w:sz w:val="24"/>
          <w:szCs w:val="24"/>
        </w:rPr>
        <w:t>,</w:t>
      </w:r>
    </w:p>
    <w:p w14:paraId="286F887C" w14:textId="10311B5E" w:rsidR="000F6C90" w:rsidRDefault="000F6C90" w:rsidP="000F6C90">
      <w:pPr>
        <w:pStyle w:val="Odlomakpopisa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Financiranj</w:t>
      </w:r>
      <w:r w:rsidR="00FB1A4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materijalnih prava zaposlenih</w:t>
      </w:r>
      <w:r w:rsidR="00FB1A46">
        <w:rPr>
          <w:rFonts w:ascii="Times New Roman" w:hAnsi="Times New Roman" w:cs="Times New Roman"/>
          <w:sz w:val="24"/>
          <w:szCs w:val="24"/>
        </w:rPr>
        <w:t>, sistematskih pregleda i prijevoza,</w:t>
      </w:r>
    </w:p>
    <w:p w14:paraId="7DA3AB97" w14:textId="210061DE" w:rsidR="000F6C90" w:rsidRDefault="000F6C90" w:rsidP="000F6C90">
      <w:pPr>
        <w:pStyle w:val="Odlomakpopisa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Financiranje </w:t>
      </w:r>
      <w:r w:rsidR="00FB1A46">
        <w:rPr>
          <w:rFonts w:ascii="Times New Roman" w:hAnsi="Times New Roman" w:cs="Times New Roman"/>
          <w:sz w:val="24"/>
          <w:szCs w:val="24"/>
        </w:rPr>
        <w:t>naknade radi nezapošljavanja osoba s invaliditetom.</w:t>
      </w:r>
    </w:p>
    <w:p w14:paraId="43931192" w14:textId="286A213F" w:rsidR="00F26F2A" w:rsidRDefault="00F26F2A" w:rsidP="000F6C90">
      <w:pPr>
        <w:pStyle w:val="Odlomakpopisa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Financiranje </w:t>
      </w:r>
    </w:p>
    <w:p w14:paraId="26B73B7F" w14:textId="77777777" w:rsidR="00DE5FE5" w:rsidRDefault="00DE5FE5" w:rsidP="00DE5FE5">
      <w:pPr>
        <w:pStyle w:val="Odlomakpopisa"/>
        <w:spacing w:after="0" w:line="36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09352D26" w14:textId="214D7616" w:rsidR="000F6C90" w:rsidRDefault="000F6C90" w:rsidP="000F6C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aktivnost provodi se svake godine</w:t>
      </w:r>
      <w:r w:rsidR="00BE34D1">
        <w:rPr>
          <w:rFonts w:ascii="Times New Roman" w:hAnsi="Times New Roman" w:cs="Times New Roman"/>
          <w:sz w:val="24"/>
          <w:szCs w:val="24"/>
        </w:rPr>
        <w:t xml:space="preserve"> i planirana je </w:t>
      </w:r>
      <w:r w:rsidR="00283EFA">
        <w:rPr>
          <w:rFonts w:ascii="Times New Roman" w:hAnsi="Times New Roman" w:cs="Times New Roman"/>
          <w:sz w:val="24"/>
          <w:szCs w:val="24"/>
        </w:rPr>
        <w:t xml:space="preserve">prema </w:t>
      </w:r>
      <w:r w:rsidR="00283EFA" w:rsidRPr="00003132">
        <w:rPr>
          <w:rFonts w:ascii="Times New Roman" w:hAnsi="Times New Roman" w:cs="Times New Roman"/>
          <w:sz w:val="24"/>
          <w:szCs w:val="24"/>
        </w:rPr>
        <w:t>Uputama Ministarstva financija i Ministarstva znanosti i ostvaruju se preko računa državne riznice, a limiti</w:t>
      </w:r>
      <w:r w:rsidR="00602044">
        <w:rPr>
          <w:rFonts w:ascii="Times New Roman" w:hAnsi="Times New Roman" w:cs="Times New Roman"/>
          <w:sz w:val="24"/>
          <w:szCs w:val="24"/>
        </w:rPr>
        <w:t xml:space="preserve"> ( iznosi) </w:t>
      </w:r>
      <w:r w:rsidR="00283EFA" w:rsidRPr="00003132">
        <w:rPr>
          <w:rFonts w:ascii="Times New Roman" w:hAnsi="Times New Roman" w:cs="Times New Roman"/>
          <w:sz w:val="24"/>
          <w:szCs w:val="24"/>
        </w:rPr>
        <w:t xml:space="preserve"> su dobiveni od Sveučilišta u Rijeci</w:t>
      </w:r>
      <w:r w:rsidR="00D07F08">
        <w:rPr>
          <w:rFonts w:ascii="Times New Roman" w:hAnsi="Times New Roman" w:cs="Times New Roman"/>
          <w:sz w:val="24"/>
          <w:szCs w:val="24"/>
        </w:rPr>
        <w:t>.</w:t>
      </w:r>
    </w:p>
    <w:p w14:paraId="33D6B67B" w14:textId="3314A0D3" w:rsidR="0073488B" w:rsidRDefault="00E877AE" w:rsidP="000F6C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Prema zadanim limitima Sveučilišta u Rijeci za Fakultet zdravstvenih studija na izvoru financiranja 11 opći prihodi i primici </w:t>
      </w:r>
      <w:r w:rsidRPr="0000313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B57D97">
        <w:rPr>
          <w:rFonts w:ascii="Times New Roman" w:hAnsi="Times New Roman" w:cs="Times New Roman"/>
          <w:b/>
          <w:sz w:val="24"/>
          <w:szCs w:val="24"/>
          <w:u w:val="single"/>
        </w:rPr>
        <w:t>679134</w:t>
      </w:r>
      <w:r w:rsidR="00441821">
        <w:rPr>
          <w:rFonts w:ascii="Times New Roman" w:hAnsi="Times New Roman" w:cs="Times New Roman"/>
          <w:b/>
          <w:sz w:val="24"/>
          <w:szCs w:val="24"/>
          <w:u w:val="single"/>
        </w:rPr>
        <w:t>PROGRAMSKO FINANCIRANJE VISOKIH SVEUČILIŠTA</w:t>
      </w:r>
      <w:r w:rsidRPr="00003132">
        <w:rPr>
          <w:rFonts w:ascii="Times New Roman" w:hAnsi="Times New Roman" w:cs="Times New Roman"/>
          <w:sz w:val="24"/>
          <w:szCs w:val="24"/>
        </w:rPr>
        <w:t xml:space="preserve"> planiran</w:t>
      </w:r>
      <w:r w:rsidR="00684489">
        <w:rPr>
          <w:rFonts w:ascii="Times New Roman" w:hAnsi="Times New Roman" w:cs="Times New Roman"/>
          <w:sz w:val="24"/>
          <w:szCs w:val="24"/>
        </w:rPr>
        <w:t xml:space="preserve">i </w:t>
      </w:r>
      <w:r w:rsidR="0065730A">
        <w:rPr>
          <w:rFonts w:ascii="Times New Roman" w:hAnsi="Times New Roman" w:cs="Times New Roman"/>
          <w:sz w:val="24"/>
          <w:szCs w:val="24"/>
        </w:rPr>
        <w:t xml:space="preserve">ukupni </w:t>
      </w:r>
      <w:r w:rsidR="00684489">
        <w:rPr>
          <w:rFonts w:ascii="Times New Roman" w:hAnsi="Times New Roman" w:cs="Times New Roman"/>
          <w:sz w:val="24"/>
          <w:szCs w:val="24"/>
        </w:rPr>
        <w:t xml:space="preserve">iznos </w:t>
      </w:r>
      <w:r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684489">
        <w:rPr>
          <w:rFonts w:ascii="Times New Roman" w:hAnsi="Times New Roman" w:cs="Times New Roman"/>
          <w:sz w:val="24"/>
          <w:szCs w:val="24"/>
        </w:rPr>
        <w:t xml:space="preserve">iz </w:t>
      </w:r>
      <w:r w:rsidRPr="00003132">
        <w:rPr>
          <w:rFonts w:ascii="Times New Roman" w:hAnsi="Times New Roman" w:cs="Times New Roman"/>
          <w:sz w:val="24"/>
          <w:szCs w:val="24"/>
        </w:rPr>
        <w:t xml:space="preserve">  državnog proračuna </w:t>
      </w:r>
      <w:r w:rsidR="00684489">
        <w:rPr>
          <w:rFonts w:ascii="Times New Roman" w:hAnsi="Times New Roman" w:cs="Times New Roman"/>
          <w:sz w:val="24"/>
          <w:szCs w:val="24"/>
        </w:rPr>
        <w:t xml:space="preserve"> za 202</w:t>
      </w:r>
      <w:r w:rsidR="00441821">
        <w:rPr>
          <w:rFonts w:ascii="Times New Roman" w:hAnsi="Times New Roman" w:cs="Times New Roman"/>
          <w:sz w:val="24"/>
          <w:szCs w:val="24"/>
        </w:rPr>
        <w:t>6</w:t>
      </w:r>
      <w:r w:rsidR="00684489">
        <w:rPr>
          <w:rFonts w:ascii="Times New Roman" w:hAnsi="Times New Roman" w:cs="Times New Roman"/>
          <w:sz w:val="24"/>
          <w:szCs w:val="24"/>
        </w:rPr>
        <w:t xml:space="preserve">. </w:t>
      </w:r>
      <w:r w:rsidR="00684489" w:rsidRPr="00C209C1">
        <w:rPr>
          <w:rFonts w:ascii="Times New Roman" w:hAnsi="Times New Roman" w:cs="Times New Roman"/>
          <w:sz w:val="24"/>
          <w:szCs w:val="24"/>
        </w:rPr>
        <w:t>godinu je</w:t>
      </w:r>
      <w:r w:rsidR="008C0474">
        <w:rPr>
          <w:rFonts w:ascii="Times New Roman" w:hAnsi="Times New Roman" w:cs="Times New Roman"/>
          <w:sz w:val="24"/>
          <w:szCs w:val="24"/>
        </w:rPr>
        <w:t xml:space="preserve"> </w:t>
      </w:r>
      <w:r w:rsidR="00333E0E">
        <w:rPr>
          <w:rFonts w:ascii="Times New Roman" w:hAnsi="Times New Roman" w:cs="Times New Roman"/>
          <w:sz w:val="24"/>
          <w:szCs w:val="24"/>
        </w:rPr>
        <w:t xml:space="preserve">3.088.716 </w:t>
      </w:r>
      <w:r w:rsidR="00684489" w:rsidRPr="00C209C1">
        <w:rPr>
          <w:rFonts w:ascii="Times New Roman" w:hAnsi="Times New Roman" w:cs="Times New Roman"/>
          <w:sz w:val="24"/>
          <w:szCs w:val="24"/>
        </w:rPr>
        <w:t xml:space="preserve"> </w:t>
      </w:r>
      <w:r w:rsidR="00286277" w:rsidRPr="00C209C1">
        <w:rPr>
          <w:rFonts w:ascii="Times New Roman" w:hAnsi="Times New Roman" w:cs="Times New Roman"/>
          <w:sz w:val="24"/>
          <w:szCs w:val="24"/>
        </w:rPr>
        <w:t>€</w:t>
      </w:r>
      <w:r w:rsidR="009A0DD1">
        <w:rPr>
          <w:rFonts w:ascii="Times New Roman" w:hAnsi="Times New Roman" w:cs="Times New Roman"/>
          <w:sz w:val="24"/>
          <w:szCs w:val="24"/>
        </w:rPr>
        <w:t xml:space="preserve"> </w:t>
      </w:r>
      <w:r w:rsidR="00BA397B">
        <w:rPr>
          <w:rFonts w:ascii="Times New Roman" w:hAnsi="Times New Roman" w:cs="Times New Roman"/>
          <w:sz w:val="24"/>
          <w:szCs w:val="24"/>
        </w:rPr>
        <w:t>što je</w:t>
      </w:r>
      <w:r w:rsidR="009A0DD1">
        <w:rPr>
          <w:rFonts w:ascii="Times New Roman" w:hAnsi="Times New Roman" w:cs="Times New Roman"/>
          <w:sz w:val="24"/>
          <w:szCs w:val="24"/>
        </w:rPr>
        <w:t xml:space="preserve"> </w:t>
      </w:r>
      <w:r w:rsidR="00333E0E">
        <w:rPr>
          <w:rFonts w:ascii="Times New Roman" w:hAnsi="Times New Roman" w:cs="Times New Roman"/>
          <w:sz w:val="24"/>
          <w:szCs w:val="24"/>
        </w:rPr>
        <w:t xml:space="preserve">uvećanje u </w:t>
      </w:r>
      <w:r w:rsidR="006F1BE3">
        <w:rPr>
          <w:rFonts w:ascii="Times New Roman" w:hAnsi="Times New Roman" w:cs="Times New Roman"/>
          <w:sz w:val="24"/>
          <w:szCs w:val="24"/>
        </w:rPr>
        <w:t xml:space="preserve"> </w:t>
      </w:r>
      <w:r w:rsidR="009A0DD1">
        <w:rPr>
          <w:rFonts w:ascii="Times New Roman" w:hAnsi="Times New Roman" w:cs="Times New Roman"/>
          <w:sz w:val="24"/>
          <w:szCs w:val="24"/>
        </w:rPr>
        <w:t xml:space="preserve"> odnosu na 202</w:t>
      </w:r>
      <w:r w:rsidR="00333E0E">
        <w:rPr>
          <w:rFonts w:ascii="Times New Roman" w:hAnsi="Times New Roman" w:cs="Times New Roman"/>
          <w:sz w:val="24"/>
          <w:szCs w:val="24"/>
        </w:rPr>
        <w:t>5</w:t>
      </w:r>
      <w:r w:rsidR="009A0DD1">
        <w:rPr>
          <w:rFonts w:ascii="Times New Roman" w:hAnsi="Times New Roman" w:cs="Times New Roman"/>
          <w:sz w:val="24"/>
          <w:szCs w:val="24"/>
        </w:rPr>
        <w:t>.</w:t>
      </w:r>
      <w:r w:rsidR="000463F8">
        <w:rPr>
          <w:rFonts w:ascii="Times New Roman" w:hAnsi="Times New Roman" w:cs="Times New Roman"/>
          <w:sz w:val="24"/>
          <w:szCs w:val="24"/>
        </w:rPr>
        <w:t xml:space="preserve"> </w:t>
      </w:r>
      <w:r w:rsidR="009A0DD1">
        <w:rPr>
          <w:rFonts w:ascii="Times New Roman" w:hAnsi="Times New Roman" w:cs="Times New Roman"/>
          <w:sz w:val="24"/>
          <w:szCs w:val="24"/>
        </w:rPr>
        <w:t>godinu.</w:t>
      </w:r>
      <w:r w:rsidR="00286277" w:rsidRPr="00C209C1">
        <w:rPr>
          <w:rFonts w:ascii="Times New Roman" w:hAnsi="Times New Roman" w:cs="Times New Roman"/>
          <w:sz w:val="24"/>
          <w:szCs w:val="24"/>
        </w:rPr>
        <w:t xml:space="preserve"> </w:t>
      </w:r>
      <w:r w:rsidRPr="00C209C1">
        <w:rPr>
          <w:rFonts w:ascii="Times New Roman" w:hAnsi="Times New Roman" w:cs="Times New Roman"/>
          <w:sz w:val="24"/>
          <w:szCs w:val="24"/>
        </w:rPr>
        <w:t>Iz općih prihoda i primitaka u 202</w:t>
      </w:r>
      <w:r w:rsidR="008C0474">
        <w:rPr>
          <w:rFonts w:ascii="Times New Roman" w:hAnsi="Times New Roman" w:cs="Times New Roman"/>
          <w:sz w:val="24"/>
          <w:szCs w:val="24"/>
        </w:rPr>
        <w:t>6</w:t>
      </w:r>
      <w:r w:rsidRPr="00C209C1">
        <w:rPr>
          <w:rFonts w:ascii="Times New Roman" w:hAnsi="Times New Roman" w:cs="Times New Roman"/>
          <w:sz w:val="24"/>
          <w:szCs w:val="24"/>
        </w:rPr>
        <w:t xml:space="preserve">. planirano je financiranje  </w:t>
      </w:r>
      <w:r w:rsidR="008C0474">
        <w:rPr>
          <w:rFonts w:ascii="Times New Roman" w:hAnsi="Times New Roman" w:cs="Times New Roman"/>
          <w:sz w:val="24"/>
          <w:szCs w:val="24"/>
        </w:rPr>
        <w:t xml:space="preserve">iz izvora 11 je </w:t>
      </w:r>
      <w:r w:rsidR="002E2A05">
        <w:rPr>
          <w:rFonts w:ascii="Times New Roman" w:hAnsi="Times New Roman" w:cs="Times New Roman"/>
          <w:sz w:val="24"/>
          <w:szCs w:val="24"/>
        </w:rPr>
        <w:t>2.948.141 eura dok je iz izvora 581 planirano 140.575 eura</w:t>
      </w:r>
    </w:p>
    <w:p w14:paraId="6B6E1766" w14:textId="77777777" w:rsidR="00367937" w:rsidRPr="00003132" w:rsidRDefault="00367937" w:rsidP="0036793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Subvencioniranje participacije redovitih studenata u troškovima studija ima slijedeće ciljeve:</w:t>
      </w:r>
    </w:p>
    <w:p w14:paraId="7984829C" w14:textId="77777777" w:rsidR="00367937" w:rsidRPr="00003132" w:rsidRDefault="00367937" w:rsidP="0036793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1. Osiguravanje jednakog pristupa visokom obrazovanju svim redovitim studentima u</w:t>
      </w:r>
    </w:p>
    <w:p w14:paraId="6B93A3DD" w14:textId="77777777" w:rsidR="00367937" w:rsidRPr="00003132" w:rsidRDefault="00367937" w:rsidP="003679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    </w:t>
      </w:r>
      <w:r w:rsidRPr="00003132">
        <w:rPr>
          <w:rFonts w:ascii="Times New Roman" w:hAnsi="Times New Roman" w:cs="Times New Roman"/>
          <w:sz w:val="24"/>
          <w:szCs w:val="24"/>
        </w:rPr>
        <w:tab/>
        <w:t xml:space="preserve">    Republici Hrvatskoj;</w:t>
      </w:r>
    </w:p>
    <w:p w14:paraId="1A02459B" w14:textId="77777777" w:rsidR="00367937" w:rsidRPr="00003132" w:rsidRDefault="00367937" w:rsidP="0036793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2. Poticanje završnosti visokog obrazovanja;</w:t>
      </w:r>
    </w:p>
    <w:p w14:paraId="64350992" w14:textId="77777777" w:rsidR="00367937" w:rsidRDefault="00367937" w:rsidP="00367937">
      <w:pPr>
        <w:autoSpaceDE w:val="0"/>
        <w:autoSpaceDN w:val="0"/>
        <w:adjustRightInd w:val="0"/>
        <w:spacing w:after="0" w:line="360" w:lineRule="auto"/>
        <w:ind w:left="990" w:hanging="282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3. Poticanje visokih učilišta na povećanje broja upisanih u studijske programe i povećanje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03132">
        <w:rPr>
          <w:rFonts w:ascii="Times New Roman" w:hAnsi="Times New Roman" w:cs="Times New Roman"/>
          <w:sz w:val="24"/>
          <w:szCs w:val="24"/>
        </w:rPr>
        <w:t>broja   stečenih kvalifikacija u prirodnom, tehničkom, biomedicinskom i biotehničkom području.</w:t>
      </w:r>
    </w:p>
    <w:p w14:paraId="5C4EB74B" w14:textId="77777777" w:rsidR="00BA397B" w:rsidRPr="00003132" w:rsidRDefault="00BA397B" w:rsidP="000F6C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0FD420" w14:textId="5B22B77E" w:rsidR="002C4B08" w:rsidRPr="00003132" w:rsidRDefault="00552948" w:rsidP="005C2A38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A679135 </w:t>
      </w:r>
      <w:r w:rsidR="002C4B08" w:rsidRPr="00003132">
        <w:rPr>
          <w:rFonts w:ascii="Times New Roman" w:hAnsi="Times New Roman" w:cs="Times New Roman"/>
          <w:b/>
          <w:sz w:val="24"/>
          <w:szCs w:val="24"/>
        </w:rPr>
        <w:t xml:space="preserve"> PROGRAMSKO </w:t>
      </w:r>
      <w:r w:rsidR="003323B9">
        <w:rPr>
          <w:rFonts w:ascii="Times New Roman" w:hAnsi="Times New Roman" w:cs="Times New Roman"/>
          <w:b/>
          <w:sz w:val="24"/>
          <w:szCs w:val="24"/>
        </w:rPr>
        <w:t xml:space="preserve"> I OSTALO </w:t>
      </w:r>
      <w:r w:rsidR="002C4B08" w:rsidRPr="00003132">
        <w:rPr>
          <w:rFonts w:ascii="Times New Roman" w:hAnsi="Times New Roman" w:cs="Times New Roman"/>
          <w:b/>
          <w:sz w:val="24"/>
          <w:szCs w:val="24"/>
        </w:rPr>
        <w:t xml:space="preserve">FINANCIRANJE SVEUČILIŠTA U RIJECI  </w:t>
      </w:r>
    </w:p>
    <w:p w14:paraId="5FAC7252" w14:textId="77777777" w:rsidR="00C3391B" w:rsidRPr="00887D75" w:rsidRDefault="00C3391B" w:rsidP="00C339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56B9">
        <w:rPr>
          <w:rFonts w:ascii="Times New Roman" w:hAnsi="Times New Roman" w:cs="Times New Roman"/>
          <w:sz w:val="24"/>
          <w:szCs w:val="24"/>
        </w:rPr>
        <w:t>Zakonske i druge pravne osnove</w:t>
      </w:r>
      <w:r w:rsidRPr="00887D7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02B2BDAF" w14:textId="3E0E8D9E" w:rsidR="001C5D90" w:rsidRPr="002E56B9" w:rsidRDefault="00C3391B" w:rsidP="002E56B9">
      <w:pPr>
        <w:pStyle w:val="Odlomakpopisa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6B9">
        <w:rPr>
          <w:rFonts w:ascii="Times New Roman" w:hAnsi="Times New Roman" w:cs="Times New Roman"/>
          <w:sz w:val="24"/>
          <w:szCs w:val="24"/>
        </w:rPr>
        <w:t>Zakon o znanstvenoj djel</w:t>
      </w:r>
      <w:r w:rsidR="0073488B">
        <w:rPr>
          <w:rFonts w:ascii="Times New Roman" w:hAnsi="Times New Roman" w:cs="Times New Roman"/>
          <w:sz w:val="24"/>
          <w:szCs w:val="24"/>
        </w:rPr>
        <w:t>a</w:t>
      </w:r>
      <w:r w:rsidRPr="002E56B9">
        <w:rPr>
          <w:rFonts w:ascii="Times New Roman" w:hAnsi="Times New Roman" w:cs="Times New Roman"/>
          <w:sz w:val="24"/>
          <w:szCs w:val="24"/>
        </w:rPr>
        <w:t>tnosti i visokom obrazovanju;</w:t>
      </w:r>
    </w:p>
    <w:p w14:paraId="037025C7" w14:textId="74FD3BFC" w:rsidR="001C5D90" w:rsidRPr="002E56B9" w:rsidRDefault="00C567F1" w:rsidP="002E56B9">
      <w:pPr>
        <w:pStyle w:val="Odlomakpopis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6B9">
        <w:rPr>
          <w:rFonts w:ascii="Times New Roman" w:hAnsi="Times New Roman" w:cs="Times New Roman"/>
          <w:sz w:val="24"/>
          <w:szCs w:val="24"/>
        </w:rPr>
        <w:t xml:space="preserve">Ugovor o programskom financiranju </w:t>
      </w:r>
      <w:r w:rsidR="003B490E" w:rsidRPr="002E56B9">
        <w:rPr>
          <w:rFonts w:ascii="Times New Roman" w:hAnsi="Times New Roman" w:cs="Times New Roman"/>
          <w:sz w:val="24"/>
          <w:szCs w:val="24"/>
        </w:rPr>
        <w:t>Sveučilišta u Rijeci u akademskim godinama 2018./2019.,2019./2020.,2020./2021. i 2021./2022.</w:t>
      </w:r>
    </w:p>
    <w:p w14:paraId="1372250A" w14:textId="5A2A6281" w:rsidR="001C5D90" w:rsidRPr="002E56B9" w:rsidRDefault="00C3391B" w:rsidP="002E56B9">
      <w:pPr>
        <w:pStyle w:val="Odlomakpopis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6B9">
        <w:rPr>
          <w:rFonts w:ascii="Times New Roman" w:hAnsi="Times New Roman" w:cs="Times New Roman"/>
          <w:sz w:val="24"/>
          <w:szCs w:val="24"/>
        </w:rPr>
        <w:t>Kolektivni ugovor za znanost i visoko obrazovanje;</w:t>
      </w:r>
    </w:p>
    <w:p w14:paraId="110C0048" w14:textId="2ACA3B8D" w:rsidR="00C3391B" w:rsidRPr="002E56B9" w:rsidRDefault="00C3391B" w:rsidP="002E56B9">
      <w:pPr>
        <w:pStyle w:val="Odlomakpopis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6B9">
        <w:rPr>
          <w:rFonts w:ascii="Times New Roman" w:hAnsi="Times New Roman" w:cs="Times New Roman"/>
          <w:sz w:val="24"/>
          <w:szCs w:val="24"/>
        </w:rPr>
        <w:t>Zakon o proračunu</w:t>
      </w:r>
      <w:r w:rsidR="001C5D90" w:rsidRPr="002E56B9">
        <w:rPr>
          <w:rFonts w:ascii="Times New Roman" w:hAnsi="Times New Roman" w:cs="Times New Roman"/>
          <w:sz w:val="24"/>
          <w:szCs w:val="24"/>
        </w:rPr>
        <w:t xml:space="preserve"> </w:t>
      </w:r>
      <w:r w:rsidR="001C5D90" w:rsidRPr="002E56B9">
        <w:rPr>
          <w:rFonts w:ascii="Times New Roman" w:hAnsi="Times New Roman" w:cs="Times New Roman"/>
        </w:rPr>
        <w:t>(NN, br. 87/08, 136/12, 15/15,144/21)</w:t>
      </w:r>
      <w:r w:rsidRPr="002E56B9">
        <w:rPr>
          <w:rFonts w:ascii="Times New Roman" w:hAnsi="Times New Roman" w:cs="Times New Roman"/>
          <w:sz w:val="24"/>
          <w:szCs w:val="24"/>
        </w:rPr>
        <w:t>;</w:t>
      </w:r>
    </w:p>
    <w:p w14:paraId="302E446D" w14:textId="13D1011C" w:rsidR="00C3391B" w:rsidRDefault="00C3391B" w:rsidP="002E56B9">
      <w:pPr>
        <w:pStyle w:val="Odlomakpopis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</w:rPr>
      </w:pPr>
      <w:bookmarkStart w:id="3" w:name="_Hlk121298549"/>
      <w:r w:rsidRPr="002E56B9">
        <w:rPr>
          <w:rFonts w:ascii="Times New Roman" w:hAnsi="Times New Roman" w:cs="Times New Roman"/>
          <w:sz w:val="24"/>
          <w:szCs w:val="24"/>
        </w:rPr>
        <w:t xml:space="preserve">Upute za izradu prijedloga financijskog plana razdjela 080 – Ministarstvo znanosti i obrazovanja za </w:t>
      </w:r>
      <w:r w:rsidR="00C567F1" w:rsidRPr="002E56B9">
        <w:rPr>
          <w:rFonts w:ascii="Times New Roman" w:hAnsi="Times New Roman" w:cs="Times New Roman"/>
          <w:sz w:val="24"/>
          <w:szCs w:val="24"/>
        </w:rPr>
        <w:t xml:space="preserve">  </w:t>
      </w:r>
      <w:r w:rsidRPr="002E56B9">
        <w:rPr>
          <w:rFonts w:ascii="Times New Roman" w:hAnsi="Times New Roman" w:cs="Times New Roman"/>
          <w:sz w:val="24"/>
          <w:szCs w:val="24"/>
        </w:rPr>
        <w:t>razdoblje</w:t>
      </w:r>
      <w:r w:rsidR="00C567F1" w:rsidRPr="002E56B9">
        <w:rPr>
          <w:rFonts w:ascii="Times New Roman" w:hAnsi="Times New Roman" w:cs="Times New Roman"/>
          <w:sz w:val="24"/>
          <w:szCs w:val="24"/>
        </w:rPr>
        <w:t xml:space="preserve"> </w:t>
      </w:r>
      <w:r w:rsidRPr="002E56B9">
        <w:rPr>
          <w:rFonts w:ascii="Times New Roman" w:hAnsi="Times New Roman" w:cs="Times New Roman"/>
          <w:sz w:val="24"/>
          <w:szCs w:val="24"/>
        </w:rPr>
        <w:t xml:space="preserve"> 202</w:t>
      </w:r>
      <w:r w:rsidR="00DE4E6F">
        <w:rPr>
          <w:rFonts w:ascii="Times New Roman" w:hAnsi="Times New Roman" w:cs="Times New Roman"/>
          <w:sz w:val="24"/>
          <w:szCs w:val="24"/>
        </w:rPr>
        <w:t>6</w:t>
      </w:r>
      <w:r w:rsidRPr="002E56B9">
        <w:rPr>
          <w:rFonts w:ascii="Times New Roman" w:hAnsi="Times New Roman" w:cs="Times New Roman"/>
          <w:sz w:val="24"/>
          <w:szCs w:val="24"/>
        </w:rPr>
        <w:t>.-202</w:t>
      </w:r>
      <w:r w:rsidR="00DE4E6F">
        <w:rPr>
          <w:rFonts w:ascii="Times New Roman" w:hAnsi="Times New Roman" w:cs="Times New Roman"/>
          <w:sz w:val="24"/>
          <w:szCs w:val="24"/>
        </w:rPr>
        <w:t>8</w:t>
      </w:r>
      <w:r w:rsidRPr="002E56B9">
        <w:rPr>
          <w:rFonts w:ascii="Times New Roman" w:hAnsi="Times New Roman" w:cs="Times New Roman"/>
          <w:sz w:val="24"/>
          <w:szCs w:val="24"/>
        </w:rPr>
        <w:t xml:space="preserve">. godine  </w:t>
      </w:r>
      <w:r w:rsidR="005F2815">
        <w:rPr>
          <w:rFonts w:ascii="Times New Roman" w:hAnsi="Times New Roman" w:cs="Times New Roman"/>
          <w:sz w:val="24"/>
          <w:szCs w:val="24"/>
        </w:rPr>
        <w:t xml:space="preserve">iz listopada </w:t>
      </w:r>
      <w:r w:rsidR="00DE4E6F">
        <w:rPr>
          <w:rFonts w:ascii="Times New Roman" w:hAnsi="Times New Roman" w:cs="Times New Roman"/>
          <w:sz w:val="24"/>
          <w:szCs w:val="24"/>
        </w:rPr>
        <w:t xml:space="preserve">2025. </w:t>
      </w:r>
      <w:r w:rsidRPr="002E56B9">
        <w:rPr>
          <w:rFonts w:ascii="Times New Roman" w:hAnsi="Times New Roman" w:cs="Times New Roman"/>
        </w:rPr>
        <w:t xml:space="preserve">    </w:t>
      </w:r>
    </w:p>
    <w:bookmarkEnd w:id="3"/>
    <w:p w14:paraId="6768B83D" w14:textId="698A8614" w:rsidR="00160207" w:rsidRPr="009A0DD1" w:rsidRDefault="001A1398" w:rsidP="009A0DD1">
      <w:pPr>
        <w:pStyle w:val="Odlomakpopis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6B9">
        <w:rPr>
          <w:rFonts w:ascii="Times New Roman" w:hAnsi="Times New Roman" w:cs="Times New Roman"/>
          <w:sz w:val="24"/>
          <w:szCs w:val="24"/>
        </w:rPr>
        <w:t xml:space="preserve">Upute Sveučilišta u Rijeci o izradi prijedloga plana i danim limitima </w:t>
      </w:r>
      <w:r w:rsidR="005F2815">
        <w:rPr>
          <w:rFonts w:ascii="Times New Roman" w:hAnsi="Times New Roman" w:cs="Times New Roman"/>
          <w:sz w:val="24"/>
          <w:szCs w:val="24"/>
        </w:rPr>
        <w:t xml:space="preserve">iz listopada </w:t>
      </w:r>
      <w:r w:rsidRPr="002E56B9">
        <w:rPr>
          <w:rFonts w:ascii="Times New Roman" w:hAnsi="Times New Roman" w:cs="Times New Roman"/>
          <w:sz w:val="24"/>
          <w:szCs w:val="24"/>
        </w:rPr>
        <w:t xml:space="preserve"> 202</w:t>
      </w:r>
      <w:r w:rsidR="005F2815">
        <w:rPr>
          <w:rFonts w:ascii="Times New Roman" w:hAnsi="Times New Roman" w:cs="Times New Roman"/>
          <w:sz w:val="24"/>
          <w:szCs w:val="24"/>
        </w:rPr>
        <w:t>5</w:t>
      </w:r>
      <w:r w:rsidRPr="002E56B9">
        <w:rPr>
          <w:rFonts w:ascii="Times New Roman" w:hAnsi="Times New Roman" w:cs="Times New Roman"/>
          <w:sz w:val="24"/>
          <w:szCs w:val="24"/>
        </w:rPr>
        <w:t>.</w:t>
      </w:r>
      <w:r w:rsidR="00EA53E4">
        <w:rPr>
          <w:rFonts w:ascii="Times New Roman" w:hAnsi="Times New Roman" w:cs="Times New Roman"/>
          <w:sz w:val="24"/>
          <w:szCs w:val="24"/>
        </w:rPr>
        <w:t xml:space="preserve"> </w:t>
      </w:r>
      <w:r w:rsidRPr="002E56B9">
        <w:rPr>
          <w:rFonts w:ascii="Times New Roman" w:hAnsi="Times New Roman" w:cs="Times New Roman"/>
          <w:sz w:val="24"/>
          <w:szCs w:val="24"/>
        </w:rPr>
        <w:t>godine</w:t>
      </w:r>
    </w:p>
    <w:p w14:paraId="7CDC06A0" w14:textId="77777777" w:rsidR="00C567F1" w:rsidRPr="00003132" w:rsidRDefault="00C567F1" w:rsidP="002E5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4352E" w14:textId="7B8EF00A" w:rsidR="001F6C60" w:rsidRDefault="00BA0499" w:rsidP="005230FA">
      <w:pPr>
        <w:pStyle w:val="Odlomakpopisa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aktivnost </w:t>
      </w:r>
      <w:r w:rsidR="00094A7E">
        <w:rPr>
          <w:rFonts w:ascii="Times New Roman" w:hAnsi="Times New Roman" w:cs="Times New Roman"/>
          <w:sz w:val="24"/>
          <w:szCs w:val="24"/>
        </w:rPr>
        <w:t xml:space="preserve">provodi se sukladno </w:t>
      </w:r>
      <w:r w:rsidR="0062158F">
        <w:rPr>
          <w:rFonts w:ascii="Times New Roman" w:hAnsi="Times New Roman" w:cs="Times New Roman"/>
          <w:sz w:val="24"/>
          <w:szCs w:val="24"/>
        </w:rPr>
        <w:t xml:space="preserve">zaključenom </w:t>
      </w:r>
      <w:r w:rsidR="00DF5185">
        <w:rPr>
          <w:rFonts w:ascii="Times New Roman" w:hAnsi="Times New Roman" w:cs="Times New Roman"/>
          <w:sz w:val="24"/>
          <w:szCs w:val="24"/>
        </w:rPr>
        <w:t xml:space="preserve">ugovoru o programskom financiranju </w:t>
      </w:r>
      <w:r w:rsidR="0062158F">
        <w:rPr>
          <w:rFonts w:ascii="Times New Roman" w:hAnsi="Times New Roman" w:cs="Times New Roman"/>
          <w:sz w:val="24"/>
          <w:szCs w:val="24"/>
        </w:rPr>
        <w:t xml:space="preserve"> Sveučilišta u Rijeci</w:t>
      </w:r>
      <w:r w:rsidR="009F39EB">
        <w:rPr>
          <w:rFonts w:ascii="Times New Roman" w:hAnsi="Times New Roman" w:cs="Times New Roman"/>
          <w:sz w:val="24"/>
          <w:szCs w:val="24"/>
        </w:rPr>
        <w:t xml:space="preserve"> </w:t>
      </w:r>
      <w:r w:rsidR="004A6FA2">
        <w:rPr>
          <w:rFonts w:ascii="Times New Roman" w:hAnsi="Times New Roman" w:cs="Times New Roman"/>
          <w:sz w:val="24"/>
          <w:szCs w:val="24"/>
        </w:rPr>
        <w:t>za naredno četver</w:t>
      </w:r>
      <w:r w:rsidR="0065730A">
        <w:rPr>
          <w:rFonts w:ascii="Times New Roman" w:hAnsi="Times New Roman" w:cs="Times New Roman"/>
          <w:sz w:val="24"/>
          <w:szCs w:val="24"/>
        </w:rPr>
        <w:t>ogo</w:t>
      </w:r>
      <w:r w:rsidR="004A6FA2">
        <w:rPr>
          <w:rFonts w:ascii="Times New Roman" w:hAnsi="Times New Roman" w:cs="Times New Roman"/>
          <w:sz w:val="24"/>
          <w:szCs w:val="24"/>
        </w:rPr>
        <w:t>d</w:t>
      </w:r>
      <w:r w:rsidR="0065730A">
        <w:rPr>
          <w:rFonts w:ascii="Times New Roman" w:hAnsi="Times New Roman" w:cs="Times New Roman"/>
          <w:sz w:val="24"/>
          <w:szCs w:val="24"/>
        </w:rPr>
        <w:t>i</w:t>
      </w:r>
      <w:r w:rsidR="004A6FA2">
        <w:rPr>
          <w:rFonts w:ascii="Times New Roman" w:hAnsi="Times New Roman" w:cs="Times New Roman"/>
          <w:sz w:val="24"/>
          <w:szCs w:val="24"/>
        </w:rPr>
        <w:t>šnje razdoblje</w:t>
      </w:r>
      <w:r w:rsidR="002D5A11">
        <w:rPr>
          <w:rFonts w:ascii="Times New Roman" w:hAnsi="Times New Roman" w:cs="Times New Roman"/>
          <w:sz w:val="24"/>
          <w:szCs w:val="24"/>
        </w:rPr>
        <w:t>.</w:t>
      </w:r>
    </w:p>
    <w:p w14:paraId="47E3C3B3" w14:textId="0D46182C" w:rsidR="0073488B" w:rsidRDefault="0073488B" w:rsidP="005230FA">
      <w:pPr>
        <w:pStyle w:val="Odlomakpopisa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8712" w:type="dxa"/>
        <w:tblLook w:val="04A0" w:firstRow="1" w:lastRow="0" w:firstColumn="1" w:lastColumn="0" w:noHBand="0" w:noVBand="1"/>
      </w:tblPr>
      <w:tblGrid>
        <w:gridCol w:w="1265"/>
        <w:gridCol w:w="1424"/>
        <w:gridCol w:w="1765"/>
        <w:gridCol w:w="1389"/>
        <w:gridCol w:w="1418"/>
        <w:gridCol w:w="1451"/>
      </w:tblGrid>
      <w:tr w:rsidR="00A2734B" w:rsidRPr="00003132" w14:paraId="62E44933" w14:textId="77777777" w:rsidTr="00A2734B">
        <w:tc>
          <w:tcPr>
            <w:tcW w:w="1265" w:type="dxa"/>
            <w:shd w:val="clear" w:color="auto" w:fill="D0CECE" w:themeFill="background2" w:themeFillShade="E6"/>
          </w:tcPr>
          <w:p w14:paraId="39ACA1E8" w14:textId="77777777" w:rsidR="00A2734B" w:rsidRPr="00003132" w:rsidRDefault="00A2734B" w:rsidP="002E3C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216683633"/>
          </w:p>
          <w:p w14:paraId="2ECC1162" w14:textId="77777777" w:rsidR="00A2734B" w:rsidRPr="00003132" w:rsidRDefault="00A2734B" w:rsidP="002E3C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Šifra aktivnosti/ programa</w:t>
            </w:r>
          </w:p>
        </w:tc>
        <w:tc>
          <w:tcPr>
            <w:tcW w:w="1424" w:type="dxa"/>
            <w:shd w:val="clear" w:color="auto" w:fill="D0CECE" w:themeFill="background2" w:themeFillShade="E6"/>
            <w:vAlign w:val="center"/>
          </w:tcPr>
          <w:p w14:paraId="65C396BE" w14:textId="1CF74A59" w:rsidR="00A2734B" w:rsidRPr="00003132" w:rsidRDefault="00A2734B" w:rsidP="002E3C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Izvršenje 202</w:t>
            </w:r>
            <w:r w:rsidR="00C13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5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AC63F87" w14:textId="77777777" w:rsidR="002D5E7E" w:rsidRDefault="004A3162" w:rsidP="002E3C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Rebala</w:t>
            </w:r>
            <w:r w:rsidR="002D5E7E">
              <w:rPr>
                <w:rFonts w:ascii="Times New Roman" w:hAnsi="Times New Roman" w:cs="Times New Roman"/>
                <w:sz w:val="24"/>
                <w:szCs w:val="24"/>
              </w:rPr>
              <w:t xml:space="preserve">ns </w:t>
            </w:r>
          </w:p>
          <w:p w14:paraId="1B7AF56E" w14:textId="05EB9BD7" w:rsidR="00A2734B" w:rsidRPr="00003132" w:rsidRDefault="002D5E7E" w:rsidP="002E3C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A2734B"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72640D8" w14:textId="77777777" w:rsidR="00A2734B" w:rsidRPr="00003132" w:rsidRDefault="00A2734B" w:rsidP="002E3C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</w:p>
          <w:p w14:paraId="71928E09" w14:textId="4BBDECA7" w:rsidR="00A2734B" w:rsidRPr="00003132" w:rsidRDefault="00A2734B" w:rsidP="002E3C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C132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AAA47E" w14:textId="77777777" w:rsidR="00A2734B" w:rsidRDefault="00A2734B" w:rsidP="002E3C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</w:p>
          <w:p w14:paraId="1E5FDADE" w14:textId="5AC1F5CB" w:rsidR="00A2734B" w:rsidRPr="00003132" w:rsidRDefault="00A2734B" w:rsidP="002E3C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C132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A994EA5" w14:textId="77777777" w:rsidR="00A2734B" w:rsidRDefault="00A2734B" w:rsidP="002E3C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</w:p>
          <w:p w14:paraId="5E5C4A31" w14:textId="279F5F02" w:rsidR="00A2734B" w:rsidRPr="00003132" w:rsidRDefault="00A2734B" w:rsidP="002E3C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  202</w:t>
            </w:r>
            <w:r w:rsidR="00C132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734B" w:rsidRPr="00003132" w14:paraId="6CC67018" w14:textId="77777777" w:rsidTr="00A2734B">
        <w:tc>
          <w:tcPr>
            <w:tcW w:w="1265" w:type="dxa"/>
          </w:tcPr>
          <w:p w14:paraId="6AD92502" w14:textId="77777777" w:rsidR="00A2734B" w:rsidRPr="00003132" w:rsidRDefault="00A2734B" w:rsidP="005B341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DA4C1" w14:textId="0D211DFA" w:rsidR="00A2734B" w:rsidRPr="00003132" w:rsidRDefault="00552948" w:rsidP="005B341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A679135</w:t>
            </w:r>
          </w:p>
          <w:p w14:paraId="345650AA" w14:textId="77777777" w:rsidR="00A2734B" w:rsidRPr="00003132" w:rsidRDefault="00A2734B" w:rsidP="005B341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14:paraId="6E614759" w14:textId="77777777" w:rsidR="00A2734B" w:rsidRPr="00003132" w:rsidRDefault="00A2734B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BB4F4" w14:textId="6949E58F" w:rsidR="00A2734B" w:rsidRDefault="002D5DD3" w:rsidP="002D5D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981.184 </w:t>
            </w:r>
            <w:r w:rsidR="00A273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€</w:t>
            </w:r>
          </w:p>
          <w:p w14:paraId="4D48C44C" w14:textId="6FA5331C" w:rsidR="00A2734B" w:rsidRPr="00003132" w:rsidRDefault="00A2734B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</w:tcPr>
          <w:p w14:paraId="73FA13D4" w14:textId="77777777" w:rsidR="00A2734B" w:rsidRDefault="00A2734B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78790" w14:textId="50A7F643" w:rsidR="00A2734B" w:rsidRDefault="002D5E7E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869.487</w:t>
            </w:r>
            <w:r w:rsidR="00A273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€</w:t>
            </w:r>
          </w:p>
          <w:p w14:paraId="025B4E34" w14:textId="2FA6A5BF" w:rsidR="00A2734B" w:rsidRPr="00003132" w:rsidRDefault="00A2734B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14:paraId="07EFA11E" w14:textId="77777777" w:rsidR="00A2734B" w:rsidRDefault="00A2734B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D3CF33" w14:textId="2001E7DB" w:rsidR="00A2734B" w:rsidRPr="002163FC" w:rsidRDefault="00E24DA2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917.342</w:t>
            </w:r>
            <w:r w:rsidR="00A273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€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E5F667E" w14:textId="77777777" w:rsidR="00A2734B" w:rsidRDefault="00A2734B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C094BE" w14:textId="111C4EC0" w:rsidR="00A2734B" w:rsidRPr="002163FC" w:rsidRDefault="009F68DC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815.013</w:t>
            </w:r>
            <w:r w:rsidR="00A273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22611CFA" w14:textId="77777777" w:rsidR="00A2734B" w:rsidRDefault="00A2734B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173D37" w14:textId="52997F85" w:rsidR="00A2734B" w:rsidRPr="002163FC" w:rsidRDefault="009F68DC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746.863</w:t>
            </w:r>
            <w:r w:rsidR="00A273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€</w:t>
            </w:r>
          </w:p>
        </w:tc>
      </w:tr>
    </w:tbl>
    <w:bookmarkEnd w:id="4"/>
    <w:p w14:paraId="3E76C9CE" w14:textId="1E90186D" w:rsidR="00335D0A" w:rsidRPr="00003132" w:rsidRDefault="00335D0A" w:rsidP="00335D0A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Ova aktivnost se sastoji  od sljedećih </w:t>
      </w:r>
      <w:r w:rsidR="009C71F5">
        <w:rPr>
          <w:rFonts w:ascii="Times New Roman" w:hAnsi="Times New Roman" w:cs="Times New Roman"/>
          <w:sz w:val="24"/>
          <w:szCs w:val="24"/>
        </w:rPr>
        <w:t xml:space="preserve">izvora </w:t>
      </w:r>
      <w:r w:rsidRPr="00003132">
        <w:rPr>
          <w:rFonts w:ascii="Times New Roman" w:hAnsi="Times New Roman" w:cs="Times New Roman"/>
          <w:sz w:val="24"/>
          <w:szCs w:val="24"/>
        </w:rPr>
        <w:t>:</w:t>
      </w:r>
    </w:p>
    <w:p w14:paraId="1F2FFD4A" w14:textId="5375AB7B" w:rsidR="002A0363" w:rsidRPr="008641F7" w:rsidRDefault="006C728D" w:rsidP="00D37A4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41F7">
        <w:rPr>
          <w:rFonts w:ascii="Times New Roman" w:hAnsi="Times New Roman" w:cs="Times New Roman"/>
          <w:b/>
          <w:bCs/>
          <w:sz w:val="24"/>
          <w:szCs w:val="24"/>
        </w:rPr>
        <w:t>Izvora 31</w:t>
      </w:r>
    </w:p>
    <w:p w14:paraId="6B68D07E" w14:textId="22C142DA" w:rsidR="00E9417A" w:rsidRDefault="00324059" w:rsidP="00D37A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Predtavlja vlastiti prihod koji se sastoji od najma opreme prostora i prikupljenih kotizacija za kongrese i tečajeve.</w:t>
      </w:r>
    </w:p>
    <w:p w14:paraId="2534CB54" w14:textId="69EB81E3" w:rsidR="001043C7" w:rsidRPr="008641F7" w:rsidRDefault="006C728D" w:rsidP="00D37A4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41F7">
        <w:rPr>
          <w:rFonts w:ascii="Times New Roman" w:hAnsi="Times New Roman" w:cs="Times New Roman"/>
          <w:b/>
          <w:bCs/>
          <w:sz w:val="24"/>
          <w:szCs w:val="24"/>
        </w:rPr>
        <w:t>Izvora 43</w:t>
      </w:r>
    </w:p>
    <w:p w14:paraId="43D2260B" w14:textId="5B511BCC" w:rsidR="00704C08" w:rsidRDefault="00293FA2" w:rsidP="00D37A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U okviru ove aktivnosti planiraju se rashodi i izdaci koji se izvršavaju iz vlastitih  i namjenskih izvora. Ova vrsta prihoda prikuplja se od školarina studenata</w:t>
      </w:r>
      <w:r>
        <w:rPr>
          <w:rFonts w:ascii="Times New Roman" w:hAnsi="Times New Roman" w:cs="Times New Roman"/>
          <w:sz w:val="24"/>
          <w:szCs w:val="24"/>
        </w:rPr>
        <w:t xml:space="preserve"> (izvor 43)</w:t>
      </w:r>
      <w:r w:rsidRPr="00003132">
        <w:rPr>
          <w:rFonts w:ascii="Times New Roman" w:hAnsi="Times New Roman" w:cs="Times New Roman"/>
          <w:sz w:val="24"/>
          <w:szCs w:val="24"/>
        </w:rPr>
        <w:t xml:space="preserve">, a planirana je temeljem dosadašnjeg ostvarenja i planova o budućim upisnim kvotama, procjeni </w:t>
      </w:r>
      <w:r>
        <w:rPr>
          <w:rFonts w:ascii="Times New Roman" w:hAnsi="Times New Roman" w:cs="Times New Roman"/>
          <w:sz w:val="24"/>
          <w:szCs w:val="24"/>
        </w:rPr>
        <w:t>br</w:t>
      </w:r>
      <w:r w:rsidRPr="00003132">
        <w:rPr>
          <w:rFonts w:ascii="Times New Roman" w:hAnsi="Times New Roman" w:cs="Times New Roman"/>
          <w:sz w:val="24"/>
          <w:szCs w:val="24"/>
        </w:rPr>
        <w:t>oja studenata koji će upisati više godine i visini školarine, uzimajući u obzir sredstva izdvajanja za Sveučilište u Rijeci.</w:t>
      </w:r>
      <w:r w:rsidR="00E9417A" w:rsidRPr="00E9417A">
        <w:rPr>
          <w:rFonts w:ascii="Times New Roman" w:hAnsi="Times New Roman" w:cs="Times New Roman"/>
          <w:sz w:val="24"/>
          <w:szCs w:val="24"/>
        </w:rPr>
        <w:t xml:space="preserve"> </w:t>
      </w:r>
      <w:r w:rsidR="00E9417A" w:rsidRPr="00003132">
        <w:rPr>
          <w:rFonts w:ascii="Times New Roman" w:hAnsi="Times New Roman" w:cs="Times New Roman"/>
          <w:sz w:val="24"/>
          <w:szCs w:val="24"/>
        </w:rPr>
        <w:t xml:space="preserve">Najveći izdaci iz izvora 43 odnose </w:t>
      </w:r>
      <w:r w:rsidR="00E9417A">
        <w:rPr>
          <w:rFonts w:ascii="Times New Roman" w:hAnsi="Times New Roman" w:cs="Times New Roman"/>
          <w:sz w:val="24"/>
          <w:szCs w:val="24"/>
        </w:rPr>
        <w:t xml:space="preserve">se </w:t>
      </w:r>
      <w:r w:rsidR="00E9417A" w:rsidRPr="00003132">
        <w:rPr>
          <w:rFonts w:ascii="Times New Roman" w:hAnsi="Times New Roman" w:cs="Times New Roman"/>
          <w:sz w:val="24"/>
          <w:szCs w:val="24"/>
        </w:rPr>
        <w:t>na plaće</w:t>
      </w:r>
      <w:r w:rsidR="00E9417A">
        <w:rPr>
          <w:rFonts w:ascii="Times New Roman" w:hAnsi="Times New Roman" w:cs="Times New Roman"/>
          <w:sz w:val="24"/>
          <w:szCs w:val="24"/>
        </w:rPr>
        <w:t xml:space="preserve"> i</w:t>
      </w:r>
      <w:r w:rsidR="00E9417A" w:rsidRPr="00003132">
        <w:rPr>
          <w:rFonts w:ascii="Times New Roman" w:hAnsi="Times New Roman" w:cs="Times New Roman"/>
          <w:sz w:val="24"/>
          <w:szCs w:val="24"/>
        </w:rPr>
        <w:t xml:space="preserve"> zaposlenika iz vlastitih sredstava, budući da se velik dio nastave odvija za izvanredni studij. </w:t>
      </w:r>
      <w:r w:rsidR="00E9417A">
        <w:rPr>
          <w:rFonts w:ascii="Times New Roman" w:hAnsi="Times New Roman" w:cs="Times New Roman"/>
          <w:sz w:val="24"/>
          <w:szCs w:val="24"/>
        </w:rPr>
        <w:t>Nadalje, iz ovog izvora pokrivaju se troškovi „hladnog pogona“ : energija, komunalne usluge,</w:t>
      </w:r>
      <w:r w:rsidR="008A15C0">
        <w:rPr>
          <w:rFonts w:ascii="Times New Roman" w:hAnsi="Times New Roman" w:cs="Times New Roman"/>
          <w:sz w:val="24"/>
          <w:szCs w:val="24"/>
        </w:rPr>
        <w:t xml:space="preserve"> </w:t>
      </w:r>
      <w:r w:rsidR="00E9417A">
        <w:rPr>
          <w:rFonts w:ascii="Times New Roman" w:hAnsi="Times New Roman" w:cs="Times New Roman"/>
          <w:sz w:val="24"/>
          <w:szCs w:val="24"/>
        </w:rPr>
        <w:t xml:space="preserve">računalne usluge, zakupnine i najamnine i dr. </w:t>
      </w:r>
      <w:r w:rsidR="00E9417A" w:rsidRPr="00003132">
        <w:rPr>
          <w:rFonts w:ascii="Times New Roman" w:hAnsi="Times New Roman" w:cs="Times New Roman"/>
          <w:sz w:val="24"/>
          <w:szCs w:val="24"/>
        </w:rPr>
        <w:t>Također  dio rashoda poslovanja na izvoru 43 u velikoj mjeri se odnos</w:t>
      </w:r>
      <w:r w:rsidR="00E9417A">
        <w:rPr>
          <w:rFonts w:ascii="Times New Roman" w:hAnsi="Times New Roman" w:cs="Times New Roman"/>
          <w:sz w:val="24"/>
          <w:szCs w:val="24"/>
        </w:rPr>
        <w:t>i</w:t>
      </w:r>
      <w:r w:rsidR="00E9417A" w:rsidRPr="00003132">
        <w:rPr>
          <w:rFonts w:ascii="Times New Roman" w:hAnsi="Times New Roman" w:cs="Times New Roman"/>
          <w:sz w:val="24"/>
          <w:szCs w:val="24"/>
        </w:rPr>
        <w:t xml:space="preserve"> na troškove vanjske suradnje, obzirom da vanjski suradnici, kao i prethodnih godina, velikim dijelom sudjeluju u izvođenju studijskih programa</w:t>
      </w:r>
      <w:r w:rsidR="00E9417A">
        <w:rPr>
          <w:rFonts w:ascii="Times New Roman" w:hAnsi="Times New Roman" w:cs="Times New Roman"/>
          <w:sz w:val="24"/>
          <w:szCs w:val="24"/>
        </w:rPr>
        <w:t>.</w:t>
      </w:r>
    </w:p>
    <w:p w14:paraId="4DA75A46" w14:textId="77777777" w:rsidR="00E9417A" w:rsidRPr="008641F7" w:rsidRDefault="00E9417A" w:rsidP="00E9417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41F7">
        <w:rPr>
          <w:rFonts w:ascii="Times New Roman" w:hAnsi="Times New Roman" w:cs="Times New Roman"/>
          <w:b/>
          <w:bCs/>
          <w:sz w:val="24"/>
          <w:szCs w:val="24"/>
        </w:rPr>
        <w:t>Izvora 51</w:t>
      </w:r>
    </w:p>
    <w:p w14:paraId="31699684" w14:textId="77777777" w:rsidR="00CC1E94" w:rsidRDefault="00CC1E94" w:rsidP="009C71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izvoru 51 knjiže se međunarodni projekti na kojem smo nositelji ili partneri.</w:t>
      </w:r>
    </w:p>
    <w:p w14:paraId="5BA5AA55" w14:textId="161B53C6" w:rsidR="009C71F5" w:rsidRPr="00887D75" w:rsidRDefault="009C71F5" w:rsidP="009C71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56B9">
        <w:rPr>
          <w:rFonts w:ascii="Times New Roman" w:hAnsi="Times New Roman" w:cs="Times New Roman"/>
          <w:sz w:val="24"/>
          <w:szCs w:val="24"/>
        </w:rPr>
        <w:t>Zakonske i druge pravne osnove</w:t>
      </w:r>
      <w:r w:rsidRPr="00887D7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7D847723" w14:textId="77777777" w:rsidR="009C71F5" w:rsidRDefault="009C71F5" w:rsidP="009C71F5">
      <w:pPr>
        <w:pStyle w:val="Odlomakpopisa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0FA">
        <w:rPr>
          <w:rFonts w:ascii="Times New Roman" w:hAnsi="Times New Roman" w:cs="Times New Roman"/>
          <w:sz w:val="24"/>
          <w:szCs w:val="24"/>
        </w:rPr>
        <w:t>Zakon o znanstvenoj djel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230FA">
        <w:rPr>
          <w:rFonts w:ascii="Times New Roman" w:hAnsi="Times New Roman" w:cs="Times New Roman"/>
          <w:sz w:val="24"/>
          <w:szCs w:val="24"/>
        </w:rPr>
        <w:t>tnosti i visokom obrazovanju</w:t>
      </w:r>
    </w:p>
    <w:p w14:paraId="5DDB6802" w14:textId="77777777" w:rsidR="009C71F5" w:rsidRDefault="009C71F5" w:rsidP="009C71F5">
      <w:pPr>
        <w:pStyle w:val="Odlomakpopisa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Erasmus među institucijski sporazumi</w:t>
      </w:r>
    </w:p>
    <w:p w14:paraId="29C1E985" w14:textId="3AC019A6" w:rsidR="009C71F5" w:rsidRDefault="009C1D74" w:rsidP="009C71F5">
      <w:pPr>
        <w:pStyle w:val="Odlomakpopisa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Planovi voditelja pr</w:t>
      </w:r>
      <w:r w:rsidR="00AF2D42">
        <w:rPr>
          <w:rFonts w:ascii="Times New Roman" w:hAnsi="Times New Roman" w:cs="Times New Roman"/>
          <w:sz w:val="24"/>
          <w:szCs w:val="24"/>
        </w:rPr>
        <w:t>ojekata</w:t>
      </w:r>
      <w:r w:rsidR="00CC1E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20DFB3" w14:textId="77777777" w:rsidR="0078684B" w:rsidRDefault="0078684B" w:rsidP="009C71F5">
      <w:pPr>
        <w:pStyle w:val="Odlomakpopisa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tblLook w:val="04A0" w:firstRow="1" w:lastRow="0" w:firstColumn="1" w:lastColumn="0" w:noHBand="0" w:noVBand="1"/>
      </w:tblPr>
      <w:tblGrid>
        <w:gridCol w:w="981"/>
        <w:gridCol w:w="8126"/>
      </w:tblGrid>
      <w:tr w:rsidR="008D339E" w:rsidRPr="008D339E" w14:paraId="59BF4C8D" w14:textId="77777777" w:rsidTr="00BB3E58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EFF876A" w14:textId="77777777" w:rsidR="008D339E" w:rsidRPr="00BB3E58" w:rsidRDefault="008D339E" w:rsidP="008D33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highlight w:val="lightGray"/>
                <w:lang w:eastAsia="hr-HR"/>
              </w:rPr>
            </w:pPr>
            <w:r w:rsidRPr="00BB3E58">
              <w:rPr>
                <w:rFonts w:ascii="Calibri" w:eastAsia="Times New Roman" w:hAnsi="Calibri" w:cs="Calibri"/>
                <w:b/>
                <w:bCs/>
                <w:highlight w:val="lightGray"/>
                <w:lang w:eastAsia="hr-HR"/>
              </w:rPr>
              <w:t>GODINA</w:t>
            </w:r>
          </w:p>
        </w:tc>
        <w:tc>
          <w:tcPr>
            <w:tcW w:w="8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BFAA600" w14:textId="77777777" w:rsidR="008D339E" w:rsidRPr="00BB3E58" w:rsidRDefault="008D339E" w:rsidP="008D33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highlight w:val="lightGray"/>
                <w:lang w:eastAsia="hr-HR"/>
              </w:rPr>
            </w:pPr>
            <w:r w:rsidRPr="00BB3E58">
              <w:rPr>
                <w:rFonts w:ascii="Calibri" w:eastAsia="Times New Roman" w:hAnsi="Calibri" w:cs="Calibri"/>
                <w:b/>
                <w:bCs/>
                <w:highlight w:val="lightGray"/>
                <w:lang w:eastAsia="hr-HR"/>
              </w:rPr>
              <w:t>NAZIV I VRSTA PROJEKTA</w:t>
            </w:r>
          </w:p>
        </w:tc>
      </w:tr>
      <w:tr w:rsidR="008D339E" w:rsidRPr="008D339E" w14:paraId="1695E80C" w14:textId="77777777" w:rsidTr="00576F0A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B57C" w14:textId="77777777" w:rsidR="008D339E" w:rsidRPr="008D339E" w:rsidRDefault="008D339E" w:rsidP="008D33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D339E">
              <w:rPr>
                <w:rFonts w:ascii="Calibri" w:eastAsia="Times New Roman" w:hAnsi="Calibri" w:cs="Calibri"/>
                <w:color w:val="000000"/>
                <w:lang w:eastAsia="hr-HR"/>
              </w:rPr>
              <w:t>2025</w:t>
            </w:r>
          </w:p>
        </w:tc>
        <w:tc>
          <w:tcPr>
            <w:tcW w:w="8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1DFA" w14:textId="77777777" w:rsidR="008D339E" w:rsidRPr="008D339E" w:rsidRDefault="008D339E" w:rsidP="008D3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D339E">
              <w:rPr>
                <w:rFonts w:ascii="Calibri" w:eastAsia="Times New Roman" w:hAnsi="Calibri" w:cs="Calibri"/>
                <w:color w:val="000000"/>
                <w:lang w:eastAsia="hr-HR"/>
              </w:rPr>
              <w:t>UGOVOR SA Sveučilištem iz Koreje</w:t>
            </w:r>
          </w:p>
        </w:tc>
      </w:tr>
      <w:tr w:rsidR="008D339E" w:rsidRPr="008D339E" w14:paraId="12F414BA" w14:textId="77777777" w:rsidTr="00576F0A">
        <w:trPr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E150" w14:textId="77777777" w:rsidR="008D339E" w:rsidRPr="008D339E" w:rsidRDefault="008D339E" w:rsidP="008D33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D339E">
              <w:rPr>
                <w:rFonts w:ascii="Calibri" w:eastAsia="Times New Roman" w:hAnsi="Calibri" w:cs="Calibri"/>
                <w:color w:val="000000"/>
                <w:lang w:eastAsia="hr-HR"/>
              </w:rPr>
              <w:t>2025</w:t>
            </w:r>
          </w:p>
        </w:tc>
        <w:tc>
          <w:tcPr>
            <w:tcW w:w="8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8272" w14:textId="74E6838A" w:rsidR="008D339E" w:rsidRPr="008D339E" w:rsidRDefault="008D339E" w:rsidP="008D3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D339E">
              <w:rPr>
                <w:rFonts w:ascii="Calibri" w:eastAsia="Times New Roman" w:hAnsi="Calibri" w:cs="Calibri"/>
                <w:color w:val="000000"/>
                <w:lang w:eastAsia="hr-HR"/>
              </w:rPr>
              <w:t>ERASMUS Ahead - nositelj projekta je BiT Schulungscenter GmbH iz Graza.</w:t>
            </w:r>
          </w:p>
        </w:tc>
      </w:tr>
      <w:tr w:rsidR="008D339E" w:rsidRPr="008D339E" w14:paraId="7A11FA4F" w14:textId="77777777" w:rsidTr="00576F0A">
        <w:trPr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D7B9" w14:textId="77777777" w:rsidR="008D339E" w:rsidRPr="008D339E" w:rsidRDefault="008D339E" w:rsidP="008D33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D339E">
              <w:rPr>
                <w:rFonts w:ascii="Calibri" w:eastAsia="Times New Roman" w:hAnsi="Calibri" w:cs="Calibri"/>
                <w:color w:val="000000"/>
                <w:lang w:eastAsia="hr-HR"/>
              </w:rPr>
              <w:t>2025</w:t>
            </w:r>
          </w:p>
        </w:tc>
        <w:tc>
          <w:tcPr>
            <w:tcW w:w="8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97DD" w14:textId="4A514290" w:rsidR="008D339E" w:rsidRPr="008D339E" w:rsidRDefault="008D339E" w:rsidP="008D3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D339E">
              <w:rPr>
                <w:rFonts w:ascii="Calibri" w:eastAsia="Times New Roman" w:hAnsi="Calibri" w:cs="Calibri"/>
                <w:color w:val="000000"/>
                <w:lang w:eastAsia="hr-HR"/>
              </w:rPr>
              <w:t>Erasmus Remco-,nositelj projekta je BiT Schulungscenter GmbH iz Graza.</w:t>
            </w:r>
          </w:p>
        </w:tc>
      </w:tr>
      <w:tr w:rsidR="008D339E" w:rsidRPr="008D339E" w14:paraId="424EE8ED" w14:textId="77777777" w:rsidTr="00576F0A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A0D0" w14:textId="77777777" w:rsidR="008D339E" w:rsidRPr="008D339E" w:rsidRDefault="008D339E" w:rsidP="008D33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D339E">
              <w:rPr>
                <w:rFonts w:ascii="Calibri" w:eastAsia="Times New Roman" w:hAnsi="Calibri" w:cs="Calibri"/>
                <w:color w:val="000000"/>
                <w:lang w:eastAsia="hr-HR"/>
              </w:rPr>
              <w:t>2025</w:t>
            </w:r>
          </w:p>
        </w:tc>
        <w:tc>
          <w:tcPr>
            <w:tcW w:w="8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05A2" w14:textId="77777777" w:rsidR="008D339E" w:rsidRPr="008D339E" w:rsidRDefault="008D339E" w:rsidP="008D3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D339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NPOO- SKROTALNA </w:t>
            </w:r>
          </w:p>
        </w:tc>
      </w:tr>
      <w:tr w:rsidR="008D339E" w:rsidRPr="008D339E" w14:paraId="4D8C9455" w14:textId="77777777" w:rsidTr="00576F0A">
        <w:trPr>
          <w:trHeight w:val="31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941A" w14:textId="77777777" w:rsidR="008D339E" w:rsidRPr="008D339E" w:rsidRDefault="008D339E" w:rsidP="008D33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D339E">
              <w:rPr>
                <w:rFonts w:ascii="Calibri" w:eastAsia="Times New Roman" w:hAnsi="Calibri" w:cs="Calibri"/>
                <w:color w:val="000000"/>
                <w:lang w:eastAsia="hr-HR"/>
              </w:rPr>
              <w:t>2025</w:t>
            </w:r>
          </w:p>
        </w:tc>
        <w:tc>
          <w:tcPr>
            <w:tcW w:w="8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98A4" w14:textId="77777777" w:rsidR="008D339E" w:rsidRPr="008D339E" w:rsidRDefault="008D339E" w:rsidP="008D3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D339E">
              <w:rPr>
                <w:rFonts w:ascii="Calibri" w:eastAsia="Times New Roman" w:hAnsi="Calibri" w:cs="Calibri"/>
                <w:color w:val="000000"/>
                <w:lang w:eastAsia="hr-HR"/>
              </w:rPr>
              <w:t>ERASMUS PERFECT-PATRNER</w:t>
            </w:r>
          </w:p>
        </w:tc>
      </w:tr>
      <w:tr w:rsidR="008D339E" w:rsidRPr="008D339E" w14:paraId="2661A076" w14:textId="77777777" w:rsidTr="00576F0A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6908" w14:textId="77777777" w:rsidR="008D339E" w:rsidRPr="008D339E" w:rsidRDefault="008D339E" w:rsidP="008D33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D339E">
              <w:rPr>
                <w:rFonts w:ascii="Calibri" w:eastAsia="Times New Roman" w:hAnsi="Calibri" w:cs="Calibri"/>
                <w:color w:val="000000"/>
                <w:lang w:eastAsia="hr-HR"/>
              </w:rPr>
              <w:t>2025</w:t>
            </w:r>
          </w:p>
        </w:tc>
        <w:tc>
          <w:tcPr>
            <w:tcW w:w="8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1DD0" w14:textId="77777777" w:rsidR="008D339E" w:rsidRPr="008D339E" w:rsidRDefault="008D339E" w:rsidP="008D3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D339E">
              <w:rPr>
                <w:rFonts w:ascii="Calibri" w:eastAsia="Times New Roman" w:hAnsi="Calibri" w:cs="Calibri"/>
                <w:color w:val="000000"/>
                <w:lang w:eastAsia="hr-HR"/>
              </w:rPr>
              <w:t>Erasmus Pain Free- nositelj</w:t>
            </w:r>
          </w:p>
        </w:tc>
      </w:tr>
      <w:tr w:rsidR="008D339E" w:rsidRPr="008D339E" w14:paraId="1D198588" w14:textId="77777777" w:rsidTr="00576F0A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C1B8" w14:textId="77777777" w:rsidR="008D339E" w:rsidRPr="008D339E" w:rsidRDefault="008D339E" w:rsidP="008D33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D339E">
              <w:rPr>
                <w:rFonts w:ascii="Calibri" w:eastAsia="Times New Roman" w:hAnsi="Calibri" w:cs="Calibri"/>
                <w:color w:val="000000"/>
                <w:lang w:eastAsia="hr-HR"/>
              </w:rPr>
              <w:t>2025</w:t>
            </w:r>
          </w:p>
        </w:tc>
        <w:tc>
          <w:tcPr>
            <w:tcW w:w="8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6AD0" w14:textId="77777777" w:rsidR="008D339E" w:rsidRPr="008D339E" w:rsidRDefault="008D339E" w:rsidP="008D3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D339E">
              <w:rPr>
                <w:rFonts w:ascii="Calibri" w:eastAsia="Times New Roman" w:hAnsi="Calibri" w:cs="Calibri"/>
                <w:color w:val="000000"/>
                <w:lang w:eastAsia="hr-HR"/>
              </w:rPr>
              <w:t>ERASMUS NANO THINK -nositelj</w:t>
            </w:r>
          </w:p>
        </w:tc>
      </w:tr>
    </w:tbl>
    <w:p w14:paraId="0F2854BB" w14:textId="77777777" w:rsidR="009C71F5" w:rsidRPr="005230FA" w:rsidRDefault="009C71F5" w:rsidP="009C71F5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47535E" w14:textId="77777777" w:rsidR="009C71F5" w:rsidRDefault="009C71F5" w:rsidP="009C71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830223" w14:textId="6FAF89F7" w:rsidR="009C71F5" w:rsidRPr="00961128" w:rsidRDefault="008641F7" w:rsidP="00E9417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1128">
        <w:rPr>
          <w:rFonts w:ascii="Times New Roman" w:hAnsi="Times New Roman" w:cs="Times New Roman"/>
          <w:b/>
          <w:bCs/>
          <w:sz w:val="24"/>
          <w:szCs w:val="24"/>
        </w:rPr>
        <w:t xml:space="preserve">Izvor 52 </w:t>
      </w:r>
    </w:p>
    <w:p w14:paraId="53360B02" w14:textId="389276B9" w:rsidR="00AF2D42" w:rsidRDefault="00AF2D42" w:rsidP="00AF2D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003132">
        <w:rPr>
          <w:rFonts w:ascii="Times New Roman" w:hAnsi="Times New Roman" w:cs="Times New Roman"/>
          <w:sz w:val="24"/>
          <w:szCs w:val="24"/>
        </w:rPr>
        <w:t xml:space="preserve">a kojem se nalaze projekti </w:t>
      </w:r>
      <w:r w:rsidR="00576F0A">
        <w:rPr>
          <w:rFonts w:ascii="Times New Roman" w:hAnsi="Times New Roman" w:cs="Times New Roman"/>
          <w:sz w:val="24"/>
          <w:szCs w:val="24"/>
        </w:rPr>
        <w:t xml:space="preserve">prošlih godina </w:t>
      </w:r>
      <w:r w:rsidRPr="00003132">
        <w:rPr>
          <w:rFonts w:ascii="Times New Roman" w:hAnsi="Times New Roman" w:cs="Times New Roman"/>
          <w:sz w:val="24"/>
          <w:szCs w:val="24"/>
        </w:rPr>
        <w:t>dobiveni od Sveučilišta na kontu 639</w:t>
      </w:r>
      <w:r>
        <w:rPr>
          <w:rFonts w:ascii="Times New Roman" w:hAnsi="Times New Roman" w:cs="Times New Roman"/>
          <w:sz w:val="24"/>
          <w:szCs w:val="24"/>
        </w:rPr>
        <w:t xml:space="preserve"> ( </w:t>
      </w:r>
      <w:r>
        <w:rPr>
          <w:rFonts w:ascii="Times New Roman" w:hAnsi="Times New Roman" w:cs="Times New Roman"/>
          <w:bCs/>
          <w:sz w:val="24"/>
          <w:szCs w:val="24"/>
        </w:rPr>
        <w:t xml:space="preserve">prijenosi između proračunskih korisnika istog proračuna 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03132">
        <w:rPr>
          <w:rFonts w:ascii="Times New Roman" w:hAnsi="Times New Roman" w:cs="Times New Roman"/>
          <w:sz w:val="24"/>
          <w:szCs w:val="24"/>
        </w:rPr>
        <w:t>.</w:t>
      </w:r>
    </w:p>
    <w:p w14:paraId="3381DB71" w14:textId="5B512C3C" w:rsidR="009C71F5" w:rsidRDefault="009C71F5" w:rsidP="00E941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E65E2A" w14:textId="77777777" w:rsidR="00E9417A" w:rsidRPr="00961128" w:rsidRDefault="00E9417A" w:rsidP="00E9417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1128">
        <w:rPr>
          <w:rFonts w:ascii="Times New Roman" w:hAnsi="Times New Roman" w:cs="Times New Roman"/>
          <w:b/>
          <w:bCs/>
          <w:sz w:val="24"/>
          <w:szCs w:val="24"/>
        </w:rPr>
        <w:t>Izvora 61</w:t>
      </w:r>
    </w:p>
    <w:p w14:paraId="1D881B4D" w14:textId="5DF22AE0" w:rsidR="005E7135" w:rsidRDefault="00AF2CA0" w:rsidP="00BB3E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izvoru 61 nalaze se donacije i </w:t>
      </w:r>
      <w:r w:rsidR="00961128">
        <w:rPr>
          <w:rFonts w:ascii="Times New Roman" w:hAnsi="Times New Roman" w:cs="Times New Roman"/>
          <w:sz w:val="24"/>
          <w:szCs w:val="24"/>
        </w:rPr>
        <w:t xml:space="preserve">Erasmus </w:t>
      </w:r>
      <w:r>
        <w:rPr>
          <w:rFonts w:ascii="Times New Roman" w:hAnsi="Times New Roman" w:cs="Times New Roman"/>
          <w:sz w:val="24"/>
          <w:szCs w:val="24"/>
        </w:rPr>
        <w:t xml:space="preserve">projekt EPIK na kojem smo </w:t>
      </w:r>
      <w:r w:rsidR="008A15C0">
        <w:rPr>
          <w:rFonts w:ascii="Times New Roman" w:hAnsi="Times New Roman" w:cs="Times New Roman"/>
          <w:sz w:val="24"/>
          <w:szCs w:val="24"/>
        </w:rPr>
        <w:t>partner</w:t>
      </w:r>
      <w:r>
        <w:rPr>
          <w:rFonts w:ascii="Times New Roman" w:hAnsi="Times New Roman" w:cs="Times New Roman"/>
          <w:sz w:val="24"/>
          <w:szCs w:val="24"/>
        </w:rPr>
        <w:t xml:space="preserve"> dok je nositelj S</w:t>
      </w:r>
      <w:r w:rsidR="00504002">
        <w:rPr>
          <w:rFonts w:ascii="Times New Roman" w:hAnsi="Times New Roman" w:cs="Times New Roman"/>
          <w:sz w:val="24"/>
          <w:szCs w:val="24"/>
        </w:rPr>
        <w:t>portski savez.</w:t>
      </w:r>
      <w:r w:rsidR="008A15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5B8BB4" w14:textId="77777777" w:rsidR="005E7135" w:rsidRDefault="005E7135" w:rsidP="00D37A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C607C" w14:textId="77777777" w:rsidR="005E7135" w:rsidRDefault="005E7135" w:rsidP="00D37A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320BF3" w14:textId="77777777" w:rsidR="005E7135" w:rsidRDefault="005E7135" w:rsidP="00D37A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DA0C27" w14:textId="77777777" w:rsidR="005E7135" w:rsidRDefault="005E7135" w:rsidP="00D37A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8F6640" w14:textId="77777777" w:rsidR="005E7135" w:rsidRDefault="005E7135" w:rsidP="00D37A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2AF1D5" w14:textId="77777777" w:rsidR="005E7135" w:rsidRDefault="005E7135" w:rsidP="00D37A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5CFBF0" w14:textId="77777777" w:rsidR="005E7135" w:rsidRDefault="005E7135" w:rsidP="00D37A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CDF23" w14:textId="77777777" w:rsidR="005E7135" w:rsidRDefault="005E7135" w:rsidP="00D37A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746DF3" w14:textId="77777777" w:rsidR="005E7135" w:rsidRDefault="005E7135" w:rsidP="00D37A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DEC75" w14:textId="77777777" w:rsidR="005E7135" w:rsidRDefault="005E7135" w:rsidP="00D37A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CB3C6" w14:textId="0DF18CC0" w:rsidR="00A67221" w:rsidRPr="00003132" w:rsidRDefault="00A67221" w:rsidP="00A67221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A679136 </w:t>
      </w:r>
      <w:r w:rsidRPr="000031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61C0">
        <w:rPr>
          <w:rFonts w:ascii="Times New Roman" w:hAnsi="Times New Roman" w:cs="Times New Roman"/>
          <w:b/>
          <w:sz w:val="24"/>
          <w:szCs w:val="24"/>
        </w:rPr>
        <w:t>RAZVOJ SUSTAVA PROGRAMSKIH SPORAZUMA ZA FINANCIRANJE SVEUČILIŠTA</w:t>
      </w:r>
    </w:p>
    <w:tbl>
      <w:tblPr>
        <w:tblStyle w:val="Reetkatablice"/>
        <w:tblW w:w="8712" w:type="dxa"/>
        <w:tblLook w:val="04A0" w:firstRow="1" w:lastRow="0" w:firstColumn="1" w:lastColumn="0" w:noHBand="0" w:noVBand="1"/>
      </w:tblPr>
      <w:tblGrid>
        <w:gridCol w:w="1265"/>
        <w:gridCol w:w="1424"/>
        <w:gridCol w:w="1765"/>
        <w:gridCol w:w="1389"/>
        <w:gridCol w:w="1418"/>
        <w:gridCol w:w="1451"/>
      </w:tblGrid>
      <w:tr w:rsidR="00B061C0" w:rsidRPr="00003132" w14:paraId="5049BEFE" w14:textId="77777777" w:rsidTr="0073524B">
        <w:tc>
          <w:tcPr>
            <w:tcW w:w="1265" w:type="dxa"/>
            <w:shd w:val="clear" w:color="auto" w:fill="D0CECE" w:themeFill="background2" w:themeFillShade="E6"/>
          </w:tcPr>
          <w:p w14:paraId="7A6D745D" w14:textId="77777777" w:rsidR="00B061C0" w:rsidRPr="00003132" w:rsidRDefault="00B061C0" w:rsidP="007352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606CD" w14:textId="77777777" w:rsidR="00B061C0" w:rsidRPr="00003132" w:rsidRDefault="00B061C0" w:rsidP="007352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Šifra aktivnosti/ programa</w:t>
            </w:r>
          </w:p>
        </w:tc>
        <w:tc>
          <w:tcPr>
            <w:tcW w:w="1424" w:type="dxa"/>
            <w:shd w:val="clear" w:color="auto" w:fill="D0CECE" w:themeFill="background2" w:themeFillShade="E6"/>
            <w:vAlign w:val="center"/>
          </w:tcPr>
          <w:p w14:paraId="6C0FB96A" w14:textId="77777777" w:rsidR="00B061C0" w:rsidRPr="00003132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Izvršenje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5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2491AA2" w14:textId="77777777" w:rsidR="00B061C0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Rebalans </w:t>
            </w:r>
          </w:p>
          <w:p w14:paraId="398F8DE5" w14:textId="77777777" w:rsidR="00B061C0" w:rsidRPr="00003132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3436A40" w14:textId="77777777" w:rsidR="00B061C0" w:rsidRPr="00003132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</w:p>
          <w:p w14:paraId="5C4FEDD8" w14:textId="77777777" w:rsidR="00B061C0" w:rsidRPr="00003132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645416" w14:textId="77777777" w:rsidR="00B061C0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</w:p>
          <w:p w14:paraId="00FA7097" w14:textId="77777777" w:rsidR="00B061C0" w:rsidRPr="00003132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BE04DC" w14:textId="77777777" w:rsidR="00B061C0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</w:p>
          <w:p w14:paraId="6ECD2D24" w14:textId="77777777" w:rsidR="00B061C0" w:rsidRPr="00003132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61C0" w:rsidRPr="002163FC" w14:paraId="11EF81D6" w14:textId="77777777" w:rsidTr="0073524B">
        <w:tc>
          <w:tcPr>
            <w:tcW w:w="1265" w:type="dxa"/>
          </w:tcPr>
          <w:p w14:paraId="3830F0B6" w14:textId="77777777" w:rsidR="00B061C0" w:rsidRPr="00003132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F592C" w14:textId="4A8B9C96" w:rsidR="00B061C0" w:rsidRPr="00003132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A67913</w:t>
            </w:r>
            <w:r w:rsidR="007751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14:paraId="3E5CCBC5" w14:textId="77777777" w:rsidR="00B061C0" w:rsidRPr="00003132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14:paraId="090215CB" w14:textId="77777777" w:rsidR="00B061C0" w:rsidRPr="00003132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ABC54" w14:textId="3EE8909F" w:rsidR="00B061C0" w:rsidRDefault="005E7135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15.569</w:t>
            </w:r>
            <w:r w:rsidR="00B06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€</w:t>
            </w:r>
          </w:p>
          <w:p w14:paraId="26E7A31B" w14:textId="77777777" w:rsidR="00B061C0" w:rsidRPr="00003132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</w:tcPr>
          <w:p w14:paraId="1F690C51" w14:textId="77777777" w:rsidR="00B061C0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A3A2C" w14:textId="681070BD" w:rsidR="00B061C0" w:rsidRDefault="005E7135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67.618</w:t>
            </w:r>
            <w:r w:rsidR="00B06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€</w:t>
            </w:r>
          </w:p>
          <w:p w14:paraId="4F666D0B" w14:textId="77777777" w:rsidR="00B061C0" w:rsidRPr="00003132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14:paraId="27722EA4" w14:textId="77777777" w:rsidR="00B061C0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7415C7" w14:textId="4AA6D8F4" w:rsidR="00B061C0" w:rsidRPr="002163FC" w:rsidRDefault="005E7135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140.57</w:t>
            </w:r>
            <w:r w:rsidR="00840C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B06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€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A746915" w14:textId="77777777" w:rsidR="00B061C0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F012C8" w14:textId="46B33E6C" w:rsidR="00B061C0" w:rsidRPr="002163FC" w:rsidRDefault="005E7135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64.44</w:t>
            </w:r>
            <w:r w:rsidR="00840C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B06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5B0D7FC9" w14:textId="77777777" w:rsidR="00B061C0" w:rsidRDefault="00B061C0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EC290C" w14:textId="1D940913" w:rsidR="00B061C0" w:rsidRPr="002163FC" w:rsidRDefault="005E7135" w:rsidP="0073524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41.78</w:t>
            </w:r>
            <w:r w:rsidR="00840C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</w:t>
            </w:r>
            <w:r w:rsidR="00B06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€</w:t>
            </w:r>
          </w:p>
        </w:tc>
      </w:tr>
    </w:tbl>
    <w:p w14:paraId="6A22FFF9" w14:textId="4CB8684D" w:rsidR="00C53625" w:rsidRPr="00003132" w:rsidRDefault="00C53625" w:rsidP="009611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8C7DA0" w14:textId="100CB5B5" w:rsidR="007751D0" w:rsidRDefault="0067614C" w:rsidP="00C65FF5">
      <w:pPr>
        <w:tabs>
          <w:tab w:val="left" w:pos="64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aktivnosti A67913</w:t>
      </w:r>
      <w:r w:rsidR="00AD3DE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nalaze se  NPOO projekti </w:t>
      </w:r>
      <w:r w:rsidR="00A1557F">
        <w:rPr>
          <w:rFonts w:ascii="Times New Roman" w:hAnsi="Times New Roman" w:cs="Times New Roman"/>
          <w:sz w:val="24"/>
          <w:szCs w:val="24"/>
        </w:rPr>
        <w:t xml:space="preserve">evidentirani </w:t>
      </w:r>
      <w:r w:rsidR="00C65FF5">
        <w:rPr>
          <w:rFonts w:ascii="Times New Roman" w:hAnsi="Times New Roman" w:cs="Times New Roman"/>
          <w:sz w:val="24"/>
          <w:szCs w:val="24"/>
        </w:rPr>
        <w:t>s</w:t>
      </w:r>
      <w:r w:rsidR="00593B6A">
        <w:rPr>
          <w:rFonts w:ascii="Times New Roman" w:hAnsi="Times New Roman" w:cs="Times New Roman"/>
          <w:sz w:val="24"/>
          <w:szCs w:val="24"/>
        </w:rPr>
        <w:t>ukladno Ugovor</w:t>
      </w:r>
      <w:r w:rsidR="00C65FF5">
        <w:rPr>
          <w:rFonts w:ascii="Times New Roman" w:hAnsi="Times New Roman" w:cs="Times New Roman"/>
          <w:sz w:val="24"/>
          <w:szCs w:val="24"/>
        </w:rPr>
        <w:t xml:space="preserve">ima </w:t>
      </w:r>
      <w:r w:rsidR="00A1557F">
        <w:rPr>
          <w:rFonts w:ascii="Times New Roman" w:hAnsi="Times New Roman" w:cs="Times New Roman"/>
          <w:sz w:val="24"/>
          <w:szCs w:val="24"/>
        </w:rPr>
        <w:t>o dodjeli sredstava za provedbu institucionalnih projekata Sveučilišta u Rijeci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5FF5">
        <w:rPr>
          <w:rFonts w:ascii="Times New Roman" w:hAnsi="Times New Roman" w:cs="Times New Roman"/>
          <w:sz w:val="24"/>
          <w:szCs w:val="24"/>
        </w:rPr>
        <w:t xml:space="preserve">potpisanih </w:t>
      </w:r>
      <w:r w:rsidR="007751D0">
        <w:rPr>
          <w:rFonts w:ascii="Times New Roman" w:hAnsi="Times New Roman" w:cs="Times New Roman"/>
          <w:sz w:val="24"/>
          <w:szCs w:val="24"/>
        </w:rPr>
        <w:t xml:space="preserve">sa svakim voditeljem projekta. </w:t>
      </w:r>
      <w:r w:rsidR="006B1860" w:rsidRPr="00003132">
        <w:rPr>
          <w:rFonts w:ascii="Times New Roman" w:hAnsi="Times New Roman" w:cs="Times New Roman"/>
          <w:sz w:val="24"/>
          <w:szCs w:val="24"/>
        </w:rPr>
        <w:tab/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     </w:t>
      </w:r>
      <w:r w:rsidR="005C2A38" w:rsidRPr="000031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6F71FC" w:rsidRPr="000031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E88577" w14:textId="77777777" w:rsidR="007751D0" w:rsidRDefault="007751D0" w:rsidP="00C65FF5">
      <w:pPr>
        <w:tabs>
          <w:tab w:val="left" w:pos="64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476D1A3" w14:textId="1E1A99E0" w:rsidR="006B1860" w:rsidRPr="00003132" w:rsidRDefault="007751D0" w:rsidP="007751D0">
      <w:pPr>
        <w:tabs>
          <w:tab w:val="left" w:pos="642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6B1860" w:rsidRPr="00003132">
        <w:rPr>
          <w:rFonts w:ascii="Times New Roman" w:hAnsi="Times New Roman" w:cs="Times New Roman"/>
          <w:sz w:val="24"/>
          <w:szCs w:val="24"/>
        </w:rPr>
        <w:t>Dekan</w:t>
      </w:r>
      <w:r w:rsidR="008519BB" w:rsidRPr="00003132">
        <w:rPr>
          <w:rFonts w:ascii="Times New Roman" w:hAnsi="Times New Roman" w:cs="Times New Roman"/>
          <w:sz w:val="24"/>
          <w:szCs w:val="24"/>
        </w:rPr>
        <w:t>ica</w:t>
      </w:r>
      <w:r w:rsidR="006B1860" w:rsidRPr="00003132">
        <w:rPr>
          <w:rFonts w:ascii="Times New Roman" w:hAnsi="Times New Roman" w:cs="Times New Roman"/>
          <w:sz w:val="24"/>
          <w:szCs w:val="24"/>
        </w:rPr>
        <w:t>:</w:t>
      </w:r>
      <w:r w:rsidR="008519BB" w:rsidRPr="000031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5C2A38" w:rsidRPr="000031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8519BB" w:rsidRPr="00003132">
        <w:rPr>
          <w:rFonts w:ascii="Times New Roman" w:hAnsi="Times New Roman" w:cs="Times New Roman"/>
          <w:sz w:val="24"/>
          <w:szCs w:val="24"/>
        </w:rPr>
        <w:t xml:space="preserve">      </w:t>
      </w:r>
      <w:r w:rsidR="006B1860" w:rsidRPr="00003132">
        <w:rPr>
          <w:rFonts w:ascii="Times New Roman" w:hAnsi="Times New Roman" w:cs="Times New Roman"/>
          <w:sz w:val="24"/>
          <w:szCs w:val="24"/>
        </w:rPr>
        <w:t>Prof.</w:t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592DF8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6B1860" w:rsidRPr="00003132">
        <w:rPr>
          <w:rFonts w:ascii="Times New Roman" w:hAnsi="Times New Roman" w:cs="Times New Roman"/>
          <w:sz w:val="24"/>
          <w:szCs w:val="24"/>
        </w:rPr>
        <w:t>dr.</w:t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B90A16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6B1860" w:rsidRPr="00003132">
        <w:rPr>
          <w:rFonts w:ascii="Times New Roman" w:hAnsi="Times New Roman" w:cs="Times New Roman"/>
          <w:sz w:val="24"/>
          <w:szCs w:val="24"/>
        </w:rPr>
        <w:t xml:space="preserve">sc. </w:t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8519BB" w:rsidRPr="00003132">
        <w:rPr>
          <w:rFonts w:ascii="Times New Roman" w:hAnsi="Times New Roman" w:cs="Times New Roman"/>
          <w:sz w:val="24"/>
          <w:szCs w:val="24"/>
        </w:rPr>
        <w:t>Daniela Malnar</w:t>
      </w:r>
      <w:r w:rsidR="00B90A16" w:rsidRPr="00003132">
        <w:rPr>
          <w:rFonts w:ascii="Times New Roman" w:hAnsi="Times New Roman" w:cs="Times New Roman"/>
          <w:sz w:val="24"/>
          <w:szCs w:val="24"/>
        </w:rPr>
        <w:t xml:space="preserve">, dr. med. </w:t>
      </w:r>
    </w:p>
    <w:p w14:paraId="7D553181" w14:textId="77777777" w:rsidR="00AE1B0C" w:rsidRPr="00003132" w:rsidRDefault="00AE1B0C" w:rsidP="005C2A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1B0C" w:rsidRPr="00003132" w:rsidSect="002A0363">
      <w:footerReference w:type="default" r:id="rId9"/>
      <w:pgSz w:w="11906" w:h="16838"/>
      <w:pgMar w:top="900" w:right="1376" w:bottom="1152" w:left="1350" w:header="706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69E7" w14:textId="77777777" w:rsidR="00A96744" w:rsidRDefault="00A96744" w:rsidP="00AE1B0C">
      <w:pPr>
        <w:spacing w:after="0" w:line="240" w:lineRule="auto"/>
      </w:pPr>
      <w:r>
        <w:separator/>
      </w:r>
    </w:p>
  </w:endnote>
  <w:endnote w:type="continuationSeparator" w:id="0">
    <w:p w14:paraId="1ACB49AF" w14:textId="77777777" w:rsidR="00A96744" w:rsidRDefault="00A96744" w:rsidP="00AE1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4261168"/>
      <w:docPartObj>
        <w:docPartGallery w:val="Page Numbers (Bottom of Page)"/>
        <w:docPartUnique/>
      </w:docPartObj>
    </w:sdtPr>
    <w:sdtEndPr/>
    <w:sdtContent>
      <w:p w14:paraId="4D357970" w14:textId="7DF6328C" w:rsidR="005E7A60" w:rsidRPr="00AE1B0C" w:rsidRDefault="005E7A60" w:rsidP="005E7A60">
        <w:pPr>
          <w:pStyle w:val="Podnoje"/>
          <w:pBdr>
            <w:top w:val="single" w:sz="4" w:space="1" w:color="2E74B5" w:themeColor="accent1" w:themeShade="BF"/>
          </w:pBdr>
          <w:jc w:val="center"/>
          <w:rPr>
            <w:color w:val="0070C0"/>
            <w:sz w:val="20"/>
          </w:rPr>
        </w:pPr>
        <w:r>
          <w:t xml:space="preserve">                                             </w:t>
        </w:r>
        <w:r w:rsidRPr="004F4BF4">
          <w:rPr>
            <w:b/>
            <w:color w:val="0070C0"/>
            <w:sz w:val="18"/>
          </w:rPr>
          <w:t>MB</w:t>
        </w:r>
        <w:r>
          <w:rPr>
            <w:color w:val="0070C0"/>
            <w:sz w:val="18"/>
          </w:rPr>
          <w:t xml:space="preserve">: 4052510 ▪ </w:t>
        </w:r>
        <w:r w:rsidRPr="004F4BF4">
          <w:rPr>
            <w:b/>
            <w:color w:val="0070C0"/>
            <w:sz w:val="18"/>
          </w:rPr>
          <w:t>OIB</w:t>
        </w:r>
        <w:r>
          <w:rPr>
            <w:color w:val="0070C0"/>
            <w:sz w:val="18"/>
          </w:rPr>
          <w:t xml:space="preserve">: 19213484918 ▪ </w:t>
        </w:r>
        <w:r w:rsidRPr="004F4BF4">
          <w:rPr>
            <w:b/>
            <w:color w:val="0070C0"/>
            <w:sz w:val="18"/>
          </w:rPr>
          <w:t>IBAN</w:t>
        </w:r>
        <w:r>
          <w:rPr>
            <w:color w:val="0070C0"/>
            <w:sz w:val="18"/>
          </w:rPr>
          <w:t xml:space="preserve">: HR4023600001102361000                                                           </w:t>
        </w:r>
        <w:r w:rsidRPr="005E7A60">
          <w:rPr>
            <w:color w:val="0070C0"/>
            <w:sz w:val="18"/>
          </w:rPr>
          <w:fldChar w:fldCharType="begin"/>
        </w:r>
        <w:r w:rsidRPr="005E7A60">
          <w:rPr>
            <w:color w:val="0070C0"/>
            <w:sz w:val="18"/>
          </w:rPr>
          <w:instrText>PAGE   \* MERGEFORMAT</w:instrText>
        </w:r>
        <w:r w:rsidRPr="005E7A60">
          <w:rPr>
            <w:color w:val="0070C0"/>
            <w:sz w:val="18"/>
          </w:rPr>
          <w:fldChar w:fldCharType="separate"/>
        </w:r>
        <w:r w:rsidRPr="005E7A60">
          <w:rPr>
            <w:color w:val="0070C0"/>
            <w:sz w:val="18"/>
          </w:rPr>
          <w:t>1</w:t>
        </w:r>
        <w:r w:rsidRPr="005E7A60">
          <w:rPr>
            <w:color w:val="0070C0"/>
            <w:sz w:val="18"/>
          </w:rPr>
          <w:fldChar w:fldCharType="end"/>
        </w:r>
      </w:p>
      <w:p w14:paraId="585AE6F5" w14:textId="0A3747BE" w:rsidR="0073488B" w:rsidRDefault="00A96744">
        <w:pPr>
          <w:pStyle w:val="Podnoje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1AEB7" w14:textId="77777777" w:rsidR="00A96744" w:rsidRDefault="00A96744" w:rsidP="00AE1B0C">
      <w:pPr>
        <w:spacing w:after="0" w:line="240" w:lineRule="auto"/>
      </w:pPr>
      <w:r>
        <w:separator/>
      </w:r>
    </w:p>
  </w:footnote>
  <w:footnote w:type="continuationSeparator" w:id="0">
    <w:p w14:paraId="599E33FD" w14:textId="77777777" w:rsidR="00A96744" w:rsidRDefault="00A96744" w:rsidP="00AE1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62C27"/>
    <w:multiLevelType w:val="hybridMultilevel"/>
    <w:tmpl w:val="78CE0034"/>
    <w:lvl w:ilvl="0" w:tplc="274E2BBE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977951"/>
    <w:multiLevelType w:val="hybridMultilevel"/>
    <w:tmpl w:val="9BE06F10"/>
    <w:lvl w:ilvl="0" w:tplc="8B92F8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6CA3"/>
    <w:multiLevelType w:val="hybridMultilevel"/>
    <w:tmpl w:val="707474B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85C09"/>
    <w:multiLevelType w:val="hybridMultilevel"/>
    <w:tmpl w:val="362C7FEE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3C75C70"/>
    <w:multiLevelType w:val="multilevel"/>
    <w:tmpl w:val="8BB4E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02"/>
      <w:numFmt w:val="decimal"/>
      <w:isLgl/>
      <w:lvlText w:val="%1.%2"/>
      <w:lvlJc w:val="left"/>
      <w:pPr>
        <w:ind w:left="1350" w:hanging="990"/>
      </w:pPr>
      <w:rPr>
        <w:rFonts w:hint="default"/>
      </w:rPr>
    </w:lvl>
    <w:lvl w:ilvl="2">
      <w:start w:val="821"/>
      <w:numFmt w:val="decimal"/>
      <w:isLgl/>
      <w:lvlText w:val="%1.%2.%3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4856622"/>
    <w:multiLevelType w:val="hybridMultilevel"/>
    <w:tmpl w:val="B93E1F62"/>
    <w:lvl w:ilvl="0" w:tplc="676E82AE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15D9494C"/>
    <w:multiLevelType w:val="multilevel"/>
    <w:tmpl w:val="E0C0D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9936501"/>
    <w:multiLevelType w:val="hybridMultilevel"/>
    <w:tmpl w:val="670212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54AC6"/>
    <w:multiLevelType w:val="hybridMultilevel"/>
    <w:tmpl w:val="AB7678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70AC7"/>
    <w:multiLevelType w:val="multilevel"/>
    <w:tmpl w:val="8BB4E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02"/>
      <w:numFmt w:val="decimal"/>
      <w:isLgl/>
      <w:lvlText w:val="%1.%2"/>
      <w:lvlJc w:val="left"/>
      <w:pPr>
        <w:ind w:left="1350" w:hanging="990"/>
      </w:pPr>
      <w:rPr>
        <w:rFonts w:hint="default"/>
      </w:rPr>
    </w:lvl>
    <w:lvl w:ilvl="2">
      <w:start w:val="821"/>
      <w:numFmt w:val="decimal"/>
      <w:isLgl/>
      <w:lvlText w:val="%1.%2.%3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FAA6B91"/>
    <w:multiLevelType w:val="hybridMultilevel"/>
    <w:tmpl w:val="84F8A2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F2035"/>
    <w:multiLevelType w:val="hybridMultilevel"/>
    <w:tmpl w:val="F2BE0D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03E68"/>
    <w:multiLevelType w:val="hybridMultilevel"/>
    <w:tmpl w:val="8F30A22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A5039"/>
    <w:multiLevelType w:val="hybridMultilevel"/>
    <w:tmpl w:val="7BC0D9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A7BA4"/>
    <w:multiLevelType w:val="hybridMultilevel"/>
    <w:tmpl w:val="4496C3C8"/>
    <w:lvl w:ilvl="0" w:tplc="EB3C24F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31E971A5"/>
    <w:multiLevelType w:val="hybridMultilevel"/>
    <w:tmpl w:val="EF96D86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755C4"/>
    <w:multiLevelType w:val="hybridMultilevel"/>
    <w:tmpl w:val="7BAE2FC6"/>
    <w:lvl w:ilvl="0" w:tplc="41361F6A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39EB2CE7"/>
    <w:multiLevelType w:val="hybridMultilevel"/>
    <w:tmpl w:val="C3F87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71386"/>
    <w:multiLevelType w:val="hybridMultilevel"/>
    <w:tmpl w:val="5F3267C6"/>
    <w:lvl w:ilvl="0" w:tplc="74E63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033400"/>
    <w:multiLevelType w:val="hybridMultilevel"/>
    <w:tmpl w:val="CF987D08"/>
    <w:lvl w:ilvl="0" w:tplc="115679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012D4E"/>
    <w:multiLevelType w:val="hybridMultilevel"/>
    <w:tmpl w:val="B1CC812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7256A"/>
    <w:multiLevelType w:val="hybridMultilevel"/>
    <w:tmpl w:val="6BF0454A"/>
    <w:lvl w:ilvl="0" w:tplc="0158DF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9E3FC6"/>
    <w:multiLevelType w:val="hybridMultilevel"/>
    <w:tmpl w:val="FCF4B7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038B7"/>
    <w:multiLevelType w:val="hybridMultilevel"/>
    <w:tmpl w:val="C180D6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25129"/>
    <w:multiLevelType w:val="hybridMultilevel"/>
    <w:tmpl w:val="A00A06B6"/>
    <w:lvl w:ilvl="0" w:tplc="0158DF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B324F"/>
    <w:multiLevelType w:val="hybridMultilevel"/>
    <w:tmpl w:val="14647F8C"/>
    <w:lvl w:ilvl="0" w:tplc="0158DF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013A00"/>
    <w:multiLevelType w:val="hybridMultilevel"/>
    <w:tmpl w:val="97004ADE"/>
    <w:lvl w:ilvl="0" w:tplc="EC7AA8E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5B174DA9"/>
    <w:multiLevelType w:val="multilevel"/>
    <w:tmpl w:val="FE48C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3F2725"/>
    <w:multiLevelType w:val="hybridMultilevel"/>
    <w:tmpl w:val="011016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E5A36"/>
    <w:multiLevelType w:val="hybridMultilevel"/>
    <w:tmpl w:val="93548112"/>
    <w:lvl w:ilvl="0" w:tplc="BCB4C4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1B059B6"/>
    <w:multiLevelType w:val="hybridMultilevel"/>
    <w:tmpl w:val="CEB46C74"/>
    <w:lvl w:ilvl="0" w:tplc="0158DF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46E27"/>
    <w:multiLevelType w:val="hybridMultilevel"/>
    <w:tmpl w:val="27E4B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7346F8"/>
    <w:multiLevelType w:val="hybridMultilevel"/>
    <w:tmpl w:val="EC1A50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27FC1"/>
    <w:multiLevelType w:val="hybridMultilevel"/>
    <w:tmpl w:val="7112618E"/>
    <w:lvl w:ilvl="0" w:tplc="C5D8AB26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7F583349"/>
    <w:multiLevelType w:val="hybridMultilevel"/>
    <w:tmpl w:val="D8C4710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16402"/>
    <w:multiLevelType w:val="hybridMultilevel"/>
    <w:tmpl w:val="0F9E9062"/>
    <w:lvl w:ilvl="0" w:tplc="2398006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23"/>
  </w:num>
  <w:num w:numId="6">
    <w:abstractNumId w:val="5"/>
  </w:num>
  <w:num w:numId="7">
    <w:abstractNumId w:val="34"/>
  </w:num>
  <w:num w:numId="8">
    <w:abstractNumId w:val="32"/>
  </w:num>
  <w:num w:numId="9">
    <w:abstractNumId w:val="15"/>
  </w:num>
  <w:num w:numId="10">
    <w:abstractNumId w:val="20"/>
  </w:num>
  <w:num w:numId="11">
    <w:abstractNumId w:val="0"/>
  </w:num>
  <w:num w:numId="12">
    <w:abstractNumId w:val="18"/>
  </w:num>
  <w:num w:numId="13">
    <w:abstractNumId w:val="1"/>
  </w:num>
  <w:num w:numId="14">
    <w:abstractNumId w:val="13"/>
  </w:num>
  <w:num w:numId="15">
    <w:abstractNumId w:val="29"/>
  </w:num>
  <w:num w:numId="16">
    <w:abstractNumId w:val="2"/>
  </w:num>
  <w:num w:numId="17">
    <w:abstractNumId w:val="12"/>
  </w:num>
  <w:num w:numId="18">
    <w:abstractNumId w:val="11"/>
  </w:num>
  <w:num w:numId="19">
    <w:abstractNumId w:val="28"/>
  </w:num>
  <w:num w:numId="20">
    <w:abstractNumId w:val="10"/>
  </w:num>
  <w:num w:numId="21">
    <w:abstractNumId w:val="4"/>
  </w:num>
  <w:num w:numId="22">
    <w:abstractNumId w:val="19"/>
  </w:num>
  <w:num w:numId="23">
    <w:abstractNumId w:val="17"/>
  </w:num>
  <w:num w:numId="24">
    <w:abstractNumId w:val="31"/>
  </w:num>
  <w:num w:numId="25">
    <w:abstractNumId w:val="30"/>
  </w:num>
  <w:num w:numId="26">
    <w:abstractNumId w:val="24"/>
  </w:num>
  <w:num w:numId="27">
    <w:abstractNumId w:val="25"/>
  </w:num>
  <w:num w:numId="28">
    <w:abstractNumId w:val="8"/>
  </w:num>
  <w:num w:numId="29">
    <w:abstractNumId w:val="21"/>
  </w:num>
  <w:num w:numId="30">
    <w:abstractNumId w:val="27"/>
  </w:num>
  <w:num w:numId="31">
    <w:abstractNumId w:val="22"/>
  </w:num>
  <w:num w:numId="32">
    <w:abstractNumId w:val="16"/>
  </w:num>
  <w:num w:numId="33">
    <w:abstractNumId w:val="14"/>
  </w:num>
  <w:num w:numId="34">
    <w:abstractNumId w:val="35"/>
  </w:num>
  <w:num w:numId="35">
    <w:abstractNumId w:val="3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B75"/>
    <w:rsid w:val="00000EED"/>
    <w:rsid w:val="00003132"/>
    <w:rsid w:val="00003440"/>
    <w:rsid w:val="000047B9"/>
    <w:rsid w:val="00005CCD"/>
    <w:rsid w:val="000112CC"/>
    <w:rsid w:val="00013C32"/>
    <w:rsid w:val="00015678"/>
    <w:rsid w:val="0002285F"/>
    <w:rsid w:val="000244A2"/>
    <w:rsid w:val="000306C6"/>
    <w:rsid w:val="000324B9"/>
    <w:rsid w:val="000326AA"/>
    <w:rsid w:val="000336FC"/>
    <w:rsid w:val="000407B1"/>
    <w:rsid w:val="000412E3"/>
    <w:rsid w:val="00043A4B"/>
    <w:rsid w:val="00044540"/>
    <w:rsid w:val="000463F8"/>
    <w:rsid w:val="00047519"/>
    <w:rsid w:val="000573D0"/>
    <w:rsid w:val="0005767C"/>
    <w:rsid w:val="0006411B"/>
    <w:rsid w:val="00066F28"/>
    <w:rsid w:val="00072E9F"/>
    <w:rsid w:val="00076037"/>
    <w:rsid w:val="000775E1"/>
    <w:rsid w:val="00080C7A"/>
    <w:rsid w:val="00086AB7"/>
    <w:rsid w:val="00091362"/>
    <w:rsid w:val="00092F86"/>
    <w:rsid w:val="00094A7E"/>
    <w:rsid w:val="000A3A52"/>
    <w:rsid w:val="000A5D1A"/>
    <w:rsid w:val="000B1398"/>
    <w:rsid w:val="000B1757"/>
    <w:rsid w:val="000B449B"/>
    <w:rsid w:val="000C4080"/>
    <w:rsid w:val="000C46D4"/>
    <w:rsid w:val="000D13C3"/>
    <w:rsid w:val="000D508A"/>
    <w:rsid w:val="000D5789"/>
    <w:rsid w:val="000F0523"/>
    <w:rsid w:val="000F4F28"/>
    <w:rsid w:val="000F6C90"/>
    <w:rsid w:val="000F7B22"/>
    <w:rsid w:val="00101244"/>
    <w:rsid w:val="00101AAB"/>
    <w:rsid w:val="00101B14"/>
    <w:rsid w:val="00103E87"/>
    <w:rsid w:val="001043C7"/>
    <w:rsid w:val="001061EA"/>
    <w:rsid w:val="00110072"/>
    <w:rsid w:val="00110F6D"/>
    <w:rsid w:val="0011633A"/>
    <w:rsid w:val="00117BAE"/>
    <w:rsid w:val="0013064B"/>
    <w:rsid w:val="0013115A"/>
    <w:rsid w:val="001336CC"/>
    <w:rsid w:val="001345BA"/>
    <w:rsid w:val="00134F36"/>
    <w:rsid w:val="0013655B"/>
    <w:rsid w:val="00136915"/>
    <w:rsid w:val="00143BF4"/>
    <w:rsid w:val="00150EE7"/>
    <w:rsid w:val="00152F24"/>
    <w:rsid w:val="0015314B"/>
    <w:rsid w:val="0015706B"/>
    <w:rsid w:val="00160207"/>
    <w:rsid w:val="001619F3"/>
    <w:rsid w:val="00162E98"/>
    <w:rsid w:val="001650D9"/>
    <w:rsid w:val="001703B4"/>
    <w:rsid w:val="001715B0"/>
    <w:rsid w:val="00174048"/>
    <w:rsid w:val="001776CD"/>
    <w:rsid w:val="00180260"/>
    <w:rsid w:val="00182322"/>
    <w:rsid w:val="0018668A"/>
    <w:rsid w:val="001866A0"/>
    <w:rsid w:val="001A1398"/>
    <w:rsid w:val="001A204E"/>
    <w:rsid w:val="001A3019"/>
    <w:rsid w:val="001A6C97"/>
    <w:rsid w:val="001B0CF0"/>
    <w:rsid w:val="001B2E25"/>
    <w:rsid w:val="001C03F3"/>
    <w:rsid w:val="001C08FD"/>
    <w:rsid w:val="001C2B21"/>
    <w:rsid w:val="001C5D90"/>
    <w:rsid w:val="001C6B47"/>
    <w:rsid w:val="001D747B"/>
    <w:rsid w:val="001E2F16"/>
    <w:rsid w:val="001E31C5"/>
    <w:rsid w:val="001E54C5"/>
    <w:rsid w:val="001E6BD2"/>
    <w:rsid w:val="001E7521"/>
    <w:rsid w:val="001E77D2"/>
    <w:rsid w:val="001F1B72"/>
    <w:rsid w:val="001F3DE8"/>
    <w:rsid w:val="001F49AF"/>
    <w:rsid w:val="001F4D47"/>
    <w:rsid w:val="001F53DD"/>
    <w:rsid w:val="001F579C"/>
    <w:rsid w:val="001F6711"/>
    <w:rsid w:val="001F6C60"/>
    <w:rsid w:val="001F6FA1"/>
    <w:rsid w:val="001F7EA0"/>
    <w:rsid w:val="002139F7"/>
    <w:rsid w:val="002163FC"/>
    <w:rsid w:val="00226DA2"/>
    <w:rsid w:val="002310E4"/>
    <w:rsid w:val="00231F04"/>
    <w:rsid w:val="00233CDE"/>
    <w:rsid w:val="002345CC"/>
    <w:rsid w:val="00250235"/>
    <w:rsid w:val="00253622"/>
    <w:rsid w:val="0025525F"/>
    <w:rsid w:val="0026435D"/>
    <w:rsid w:val="00271A80"/>
    <w:rsid w:val="00272D7A"/>
    <w:rsid w:val="00283EFA"/>
    <w:rsid w:val="00286277"/>
    <w:rsid w:val="002868AC"/>
    <w:rsid w:val="002916CD"/>
    <w:rsid w:val="00293FA2"/>
    <w:rsid w:val="00293FDF"/>
    <w:rsid w:val="002A0363"/>
    <w:rsid w:val="002A1D94"/>
    <w:rsid w:val="002A6C26"/>
    <w:rsid w:val="002A7062"/>
    <w:rsid w:val="002B285F"/>
    <w:rsid w:val="002C0309"/>
    <w:rsid w:val="002C2DF5"/>
    <w:rsid w:val="002C45CB"/>
    <w:rsid w:val="002C4B08"/>
    <w:rsid w:val="002C5910"/>
    <w:rsid w:val="002C7EC5"/>
    <w:rsid w:val="002D5A11"/>
    <w:rsid w:val="002D5DD3"/>
    <w:rsid w:val="002D5E7E"/>
    <w:rsid w:val="002E2A05"/>
    <w:rsid w:val="002E34E7"/>
    <w:rsid w:val="002E3C6A"/>
    <w:rsid w:val="002E56B9"/>
    <w:rsid w:val="002F0B55"/>
    <w:rsid w:val="002F2897"/>
    <w:rsid w:val="002F6158"/>
    <w:rsid w:val="002F6F3F"/>
    <w:rsid w:val="00301037"/>
    <w:rsid w:val="003012C4"/>
    <w:rsid w:val="0030217D"/>
    <w:rsid w:val="00302D83"/>
    <w:rsid w:val="003032F3"/>
    <w:rsid w:val="003050B4"/>
    <w:rsid w:val="00313E71"/>
    <w:rsid w:val="00324059"/>
    <w:rsid w:val="00324938"/>
    <w:rsid w:val="00327074"/>
    <w:rsid w:val="00327293"/>
    <w:rsid w:val="003323B9"/>
    <w:rsid w:val="00333E0E"/>
    <w:rsid w:val="00335D0A"/>
    <w:rsid w:val="00351825"/>
    <w:rsid w:val="00351DF3"/>
    <w:rsid w:val="003530E2"/>
    <w:rsid w:val="003623B9"/>
    <w:rsid w:val="0036620D"/>
    <w:rsid w:val="00367937"/>
    <w:rsid w:val="00367E40"/>
    <w:rsid w:val="003701ED"/>
    <w:rsid w:val="0037053A"/>
    <w:rsid w:val="00370EC4"/>
    <w:rsid w:val="00373143"/>
    <w:rsid w:val="003739F8"/>
    <w:rsid w:val="003751AE"/>
    <w:rsid w:val="00384DB1"/>
    <w:rsid w:val="00387B07"/>
    <w:rsid w:val="00397BA6"/>
    <w:rsid w:val="003A1A45"/>
    <w:rsid w:val="003A24CB"/>
    <w:rsid w:val="003B0291"/>
    <w:rsid w:val="003B3DA0"/>
    <w:rsid w:val="003B490E"/>
    <w:rsid w:val="003C63C9"/>
    <w:rsid w:val="003C6F62"/>
    <w:rsid w:val="003C7E2F"/>
    <w:rsid w:val="003D3966"/>
    <w:rsid w:val="003D7107"/>
    <w:rsid w:val="003D7186"/>
    <w:rsid w:val="003D7EF3"/>
    <w:rsid w:val="003E06EE"/>
    <w:rsid w:val="003E176A"/>
    <w:rsid w:val="003E2211"/>
    <w:rsid w:val="003F14B9"/>
    <w:rsid w:val="003F5B8A"/>
    <w:rsid w:val="003F74F0"/>
    <w:rsid w:val="003F7D08"/>
    <w:rsid w:val="00400106"/>
    <w:rsid w:val="004015D9"/>
    <w:rsid w:val="004165D1"/>
    <w:rsid w:val="00420372"/>
    <w:rsid w:val="00425A4E"/>
    <w:rsid w:val="00426E5E"/>
    <w:rsid w:val="00427DB1"/>
    <w:rsid w:val="00432974"/>
    <w:rsid w:val="0043463D"/>
    <w:rsid w:val="00435E1D"/>
    <w:rsid w:val="00441821"/>
    <w:rsid w:val="0044436B"/>
    <w:rsid w:val="00446ABB"/>
    <w:rsid w:val="00447A7B"/>
    <w:rsid w:val="004515CB"/>
    <w:rsid w:val="004528BA"/>
    <w:rsid w:val="00460F27"/>
    <w:rsid w:val="00461AED"/>
    <w:rsid w:val="0047425F"/>
    <w:rsid w:val="004767F3"/>
    <w:rsid w:val="00477D98"/>
    <w:rsid w:val="00484ABE"/>
    <w:rsid w:val="00484BBC"/>
    <w:rsid w:val="00486DDE"/>
    <w:rsid w:val="004914BA"/>
    <w:rsid w:val="004962F7"/>
    <w:rsid w:val="004A3162"/>
    <w:rsid w:val="004A6878"/>
    <w:rsid w:val="004A6FA2"/>
    <w:rsid w:val="004B1C54"/>
    <w:rsid w:val="004C7007"/>
    <w:rsid w:val="004D32F9"/>
    <w:rsid w:val="004D6967"/>
    <w:rsid w:val="004E1D5D"/>
    <w:rsid w:val="004E25D8"/>
    <w:rsid w:val="004F0A15"/>
    <w:rsid w:val="004F0DDC"/>
    <w:rsid w:val="004F4BF4"/>
    <w:rsid w:val="0050040A"/>
    <w:rsid w:val="0050399E"/>
    <w:rsid w:val="00504002"/>
    <w:rsid w:val="00520CA5"/>
    <w:rsid w:val="00522755"/>
    <w:rsid w:val="005230FA"/>
    <w:rsid w:val="00527152"/>
    <w:rsid w:val="005310CA"/>
    <w:rsid w:val="00536E75"/>
    <w:rsid w:val="00541DF5"/>
    <w:rsid w:val="00552948"/>
    <w:rsid w:val="005543C4"/>
    <w:rsid w:val="00562FB0"/>
    <w:rsid w:val="00567806"/>
    <w:rsid w:val="005678A0"/>
    <w:rsid w:val="0057111C"/>
    <w:rsid w:val="00572856"/>
    <w:rsid w:val="00574CFE"/>
    <w:rsid w:val="00576F0A"/>
    <w:rsid w:val="00581036"/>
    <w:rsid w:val="0058504E"/>
    <w:rsid w:val="00592DF8"/>
    <w:rsid w:val="00592EF3"/>
    <w:rsid w:val="00593B6A"/>
    <w:rsid w:val="005A0C2D"/>
    <w:rsid w:val="005A52A7"/>
    <w:rsid w:val="005B05B8"/>
    <w:rsid w:val="005B32CF"/>
    <w:rsid w:val="005B3412"/>
    <w:rsid w:val="005B4536"/>
    <w:rsid w:val="005B58D6"/>
    <w:rsid w:val="005C2A38"/>
    <w:rsid w:val="005D1B74"/>
    <w:rsid w:val="005D1E00"/>
    <w:rsid w:val="005E1D02"/>
    <w:rsid w:val="005E347F"/>
    <w:rsid w:val="005E7135"/>
    <w:rsid w:val="005E7A60"/>
    <w:rsid w:val="005E7ABB"/>
    <w:rsid w:val="005F1E8D"/>
    <w:rsid w:val="005F2815"/>
    <w:rsid w:val="005F5102"/>
    <w:rsid w:val="00602044"/>
    <w:rsid w:val="006048E1"/>
    <w:rsid w:val="006060FD"/>
    <w:rsid w:val="006076C8"/>
    <w:rsid w:val="0061118E"/>
    <w:rsid w:val="006128FA"/>
    <w:rsid w:val="0062158F"/>
    <w:rsid w:val="006244F4"/>
    <w:rsid w:val="00633D97"/>
    <w:rsid w:val="0064342D"/>
    <w:rsid w:val="00646549"/>
    <w:rsid w:val="006503C8"/>
    <w:rsid w:val="0065264C"/>
    <w:rsid w:val="00652B46"/>
    <w:rsid w:val="0065730A"/>
    <w:rsid w:val="00657BC8"/>
    <w:rsid w:val="0066239B"/>
    <w:rsid w:val="00667314"/>
    <w:rsid w:val="006679D4"/>
    <w:rsid w:val="00667F84"/>
    <w:rsid w:val="00673967"/>
    <w:rsid w:val="0067463A"/>
    <w:rsid w:val="006748FD"/>
    <w:rsid w:val="00674C43"/>
    <w:rsid w:val="0067614C"/>
    <w:rsid w:val="00684489"/>
    <w:rsid w:val="006845CD"/>
    <w:rsid w:val="00685291"/>
    <w:rsid w:val="00685874"/>
    <w:rsid w:val="00685C4F"/>
    <w:rsid w:val="00686A3D"/>
    <w:rsid w:val="00693022"/>
    <w:rsid w:val="006948CE"/>
    <w:rsid w:val="00697723"/>
    <w:rsid w:val="006A2E63"/>
    <w:rsid w:val="006A3F41"/>
    <w:rsid w:val="006A5B00"/>
    <w:rsid w:val="006B1860"/>
    <w:rsid w:val="006B770E"/>
    <w:rsid w:val="006C6495"/>
    <w:rsid w:val="006C6A0E"/>
    <w:rsid w:val="006C728D"/>
    <w:rsid w:val="006D0369"/>
    <w:rsid w:val="006D7995"/>
    <w:rsid w:val="006E2856"/>
    <w:rsid w:val="006E33F9"/>
    <w:rsid w:val="006E52AD"/>
    <w:rsid w:val="006E63C7"/>
    <w:rsid w:val="006F1BE3"/>
    <w:rsid w:val="006F71FC"/>
    <w:rsid w:val="00701958"/>
    <w:rsid w:val="00702FD3"/>
    <w:rsid w:val="00704C08"/>
    <w:rsid w:val="00725044"/>
    <w:rsid w:val="00725AB2"/>
    <w:rsid w:val="0073488B"/>
    <w:rsid w:val="00737680"/>
    <w:rsid w:val="007400FD"/>
    <w:rsid w:val="0075152A"/>
    <w:rsid w:val="00755C91"/>
    <w:rsid w:val="0075748C"/>
    <w:rsid w:val="007626FD"/>
    <w:rsid w:val="007659D1"/>
    <w:rsid w:val="007700B4"/>
    <w:rsid w:val="007751D0"/>
    <w:rsid w:val="007769B9"/>
    <w:rsid w:val="007809C3"/>
    <w:rsid w:val="00783888"/>
    <w:rsid w:val="00783F91"/>
    <w:rsid w:val="00785B78"/>
    <w:rsid w:val="0078684B"/>
    <w:rsid w:val="00787E64"/>
    <w:rsid w:val="00794AB5"/>
    <w:rsid w:val="007A1516"/>
    <w:rsid w:val="007A6B14"/>
    <w:rsid w:val="007C4B11"/>
    <w:rsid w:val="007C72C5"/>
    <w:rsid w:val="007D2ED7"/>
    <w:rsid w:val="007D497B"/>
    <w:rsid w:val="007D5D76"/>
    <w:rsid w:val="007D7B2A"/>
    <w:rsid w:val="007E57EB"/>
    <w:rsid w:val="007F2019"/>
    <w:rsid w:val="00803981"/>
    <w:rsid w:val="00806602"/>
    <w:rsid w:val="00817794"/>
    <w:rsid w:val="00821A8F"/>
    <w:rsid w:val="00826240"/>
    <w:rsid w:val="00826C48"/>
    <w:rsid w:val="00826FF3"/>
    <w:rsid w:val="00830E15"/>
    <w:rsid w:val="008317B9"/>
    <w:rsid w:val="008345DC"/>
    <w:rsid w:val="00840C99"/>
    <w:rsid w:val="008462B0"/>
    <w:rsid w:val="00846A65"/>
    <w:rsid w:val="008472AC"/>
    <w:rsid w:val="0085086A"/>
    <w:rsid w:val="008519BB"/>
    <w:rsid w:val="00852794"/>
    <w:rsid w:val="008561B1"/>
    <w:rsid w:val="00861237"/>
    <w:rsid w:val="00862F50"/>
    <w:rsid w:val="00863FD6"/>
    <w:rsid w:val="008641F7"/>
    <w:rsid w:val="0086604D"/>
    <w:rsid w:val="00867CEC"/>
    <w:rsid w:val="0087157A"/>
    <w:rsid w:val="00874EA5"/>
    <w:rsid w:val="00875EA5"/>
    <w:rsid w:val="00881DF0"/>
    <w:rsid w:val="008849D3"/>
    <w:rsid w:val="00887D75"/>
    <w:rsid w:val="00891793"/>
    <w:rsid w:val="00896549"/>
    <w:rsid w:val="00897EA4"/>
    <w:rsid w:val="008A15C0"/>
    <w:rsid w:val="008A2EAB"/>
    <w:rsid w:val="008A6801"/>
    <w:rsid w:val="008B3C7D"/>
    <w:rsid w:val="008B4E16"/>
    <w:rsid w:val="008B7767"/>
    <w:rsid w:val="008C0474"/>
    <w:rsid w:val="008C05A9"/>
    <w:rsid w:val="008C384E"/>
    <w:rsid w:val="008C3DFC"/>
    <w:rsid w:val="008C6332"/>
    <w:rsid w:val="008C76AF"/>
    <w:rsid w:val="008D339E"/>
    <w:rsid w:val="008D7236"/>
    <w:rsid w:val="008E05D3"/>
    <w:rsid w:val="008E197E"/>
    <w:rsid w:val="008E2088"/>
    <w:rsid w:val="008F0B4D"/>
    <w:rsid w:val="008F1C50"/>
    <w:rsid w:val="009000A3"/>
    <w:rsid w:val="00901F99"/>
    <w:rsid w:val="00905CB0"/>
    <w:rsid w:val="0091067C"/>
    <w:rsid w:val="00911B15"/>
    <w:rsid w:val="009256F0"/>
    <w:rsid w:val="00925FE6"/>
    <w:rsid w:val="00926544"/>
    <w:rsid w:val="009267E0"/>
    <w:rsid w:val="00932165"/>
    <w:rsid w:val="009351F5"/>
    <w:rsid w:val="009354A5"/>
    <w:rsid w:val="00942906"/>
    <w:rsid w:val="009436E8"/>
    <w:rsid w:val="009454A2"/>
    <w:rsid w:val="0095001E"/>
    <w:rsid w:val="00950592"/>
    <w:rsid w:val="00957483"/>
    <w:rsid w:val="00961128"/>
    <w:rsid w:val="009611E3"/>
    <w:rsid w:val="0096612F"/>
    <w:rsid w:val="00974494"/>
    <w:rsid w:val="00977DDC"/>
    <w:rsid w:val="009837B5"/>
    <w:rsid w:val="00985A88"/>
    <w:rsid w:val="00994304"/>
    <w:rsid w:val="00994D32"/>
    <w:rsid w:val="009A0DD1"/>
    <w:rsid w:val="009A20DA"/>
    <w:rsid w:val="009B1386"/>
    <w:rsid w:val="009B17CA"/>
    <w:rsid w:val="009B6168"/>
    <w:rsid w:val="009C1D74"/>
    <w:rsid w:val="009C2259"/>
    <w:rsid w:val="009C275F"/>
    <w:rsid w:val="009C3070"/>
    <w:rsid w:val="009C71F5"/>
    <w:rsid w:val="009D2BE9"/>
    <w:rsid w:val="009E02A7"/>
    <w:rsid w:val="009E641B"/>
    <w:rsid w:val="009F0AC8"/>
    <w:rsid w:val="009F3050"/>
    <w:rsid w:val="009F30FD"/>
    <w:rsid w:val="009F39EB"/>
    <w:rsid w:val="009F567B"/>
    <w:rsid w:val="009F68DC"/>
    <w:rsid w:val="00A003BA"/>
    <w:rsid w:val="00A01730"/>
    <w:rsid w:val="00A035F1"/>
    <w:rsid w:val="00A04264"/>
    <w:rsid w:val="00A060E4"/>
    <w:rsid w:val="00A07056"/>
    <w:rsid w:val="00A12AE8"/>
    <w:rsid w:val="00A1557F"/>
    <w:rsid w:val="00A218C1"/>
    <w:rsid w:val="00A2734B"/>
    <w:rsid w:val="00A3199B"/>
    <w:rsid w:val="00A34BC0"/>
    <w:rsid w:val="00A37C13"/>
    <w:rsid w:val="00A42F06"/>
    <w:rsid w:val="00A44B04"/>
    <w:rsid w:val="00A44C8C"/>
    <w:rsid w:val="00A46A3E"/>
    <w:rsid w:val="00A5142A"/>
    <w:rsid w:val="00A51B48"/>
    <w:rsid w:val="00A52824"/>
    <w:rsid w:val="00A640D5"/>
    <w:rsid w:val="00A6578D"/>
    <w:rsid w:val="00A67221"/>
    <w:rsid w:val="00A7150B"/>
    <w:rsid w:val="00A84837"/>
    <w:rsid w:val="00A907D7"/>
    <w:rsid w:val="00A90893"/>
    <w:rsid w:val="00A94FF4"/>
    <w:rsid w:val="00A96744"/>
    <w:rsid w:val="00AA0A1A"/>
    <w:rsid w:val="00AA6599"/>
    <w:rsid w:val="00AA769A"/>
    <w:rsid w:val="00AA7F31"/>
    <w:rsid w:val="00AB36CC"/>
    <w:rsid w:val="00AB4736"/>
    <w:rsid w:val="00AC33E6"/>
    <w:rsid w:val="00AD08EC"/>
    <w:rsid w:val="00AD0D2A"/>
    <w:rsid w:val="00AD0E43"/>
    <w:rsid w:val="00AD3DE0"/>
    <w:rsid w:val="00AD446B"/>
    <w:rsid w:val="00AD6E8B"/>
    <w:rsid w:val="00AE09A0"/>
    <w:rsid w:val="00AE182A"/>
    <w:rsid w:val="00AE1B0C"/>
    <w:rsid w:val="00AE5855"/>
    <w:rsid w:val="00AF1669"/>
    <w:rsid w:val="00AF2CA0"/>
    <w:rsid w:val="00AF2D42"/>
    <w:rsid w:val="00B03EBF"/>
    <w:rsid w:val="00B061C0"/>
    <w:rsid w:val="00B069F2"/>
    <w:rsid w:val="00B1741F"/>
    <w:rsid w:val="00B2087E"/>
    <w:rsid w:val="00B23907"/>
    <w:rsid w:val="00B24EE3"/>
    <w:rsid w:val="00B254B8"/>
    <w:rsid w:val="00B31A63"/>
    <w:rsid w:val="00B334A7"/>
    <w:rsid w:val="00B40052"/>
    <w:rsid w:val="00B41F47"/>
    <w:rsid w:val="00B4366D"/>
    <w:rsid w:val="00B45DC2"/>
    <w:rsid w:val="00B4738A"/>
    <w:rsid w:val="00B47C9E"/>
    <w:rsid w:val="00B5318B"/>
    <w:rsid w:val="00B56165"/>
    <w:rsid w:val="00B56C74"/>
    <w:rsid w:val="00B57D97"/>
    <w:rsid w:val="00B60D20"/>
    <w:rsid w:val="00B60D4F"/>
    <w:rsid w:val="00B654F2"/>
    <w:rsid w:val="00B6661A"/>
    <w:rsid w:val="00B670BE"/>
    <w:rsid w:val="00B67720"/>
    <w:rsid w:val="00B67F9E"/>
    <w:rsid w:val="00B7346B"/>
    <w:rsid w:val="00B7406E"/>
    <w:rsid w:val="00B75B1B"/>
    <w:rsid w:val="00B81CA3"/>
    <w:rsid w:val="00B8403E"/>
    <w:rsid w:val="00B90A16"/>
    <w:rsid w:val="00B90BDE"/>
    <w:rsid w:val="00B978F4"/>
    <w:rsid w:val="00BA0499"/>
    <w:rsid w:val="00BA397B"/>
    <w:rsid w:val="00BA51D8"/>
    <w:rsid w:val="00BA618A"/>
    <w:rsid w:val="00BA6F1A"/>
    <w:rsid w:val="00BB2182"/>
    <w:rsid w:val="00BB3E58"/>
    <w:rsid w:val="00BB5A12"/>
    <w:rsid w:val="00BC58D4"/>
    <w:rsid w:val="00BC7A56"/>
    <w:rsid w:val="00BD61FC"/>
    <w:rsid w:val="00BD62D0"/>
    <w:rsid w:val="00BE34D1"/>
    <w:rsid w:val="00BE3564"/>
    <w:rsid w:val="00BF22C2"/>
    <w:rsid w:val="00BF51A1"/>
    <w:rsid w:val="00BF7DA4"/>
    <w:rsid w:val="00C0459D"/>
    <w:rsid w:val="00C051E6"/>
    <w:rsid w:val="00C132FE"/>
    <w:rsid w:val="00C149B8"/>
    <w:rsid w:val="00C201C5"/>
    <w:rsid w:val="00C209C1"/>
    <w:rsid w:val="00C224C8"/>
    <w:rsid w:val="00C22EB2"/>
    <w:rsid w:val="00C3220D"/>
    <w:rsid w:val="00C3290C"/>
    <w:rsid w:val="00C3391B"/>
    <w:rsid w:val="00C33B6A"/>
    <w:rsid w:val="00C47E5C"/>
    <w:rsid w:val="00C502A6"/>
    <w:rsid w:val="00C53625"/>
    <w:rsid w:val="00C53ED0"/>
    <w:rsid w:val="00C55DD1"/>
    <w:rsid w:val="00C567F1"/>
    <w:rsid w:val="00C61D57"/>
    <w:rsid w:val="00C64116"/>
    <w:rsid w:val="00C65EAE"/>
    <w:rsid w:val="00C65FF5"/>
    <w:rsid w:val="00C67DDD"/>
    <w:rsid w:val="00C7388E"/>
    <w:rsid w:val="00C76354"/>
    <w:rsid w:val="00C82459"/>
    <w:rsid w:val="00C8412E"/>
    <w:rsid w:val="00C84277"/>
    <w:rsid w:val="00C8541A"/>
    <w:rsid w:val="00C87567"/>
    <w:rsid w:val="00CA1066"/>
    <w:rsid w:val="00CA2016"/>
    <w:rsid w:val="00CA3754"/>
    <w:rsid w:val="00CB0355"/>
    <w:rsid w:val="00CB2497"/>
    <w:rsid w:val="00CB2E3D"/>
    <w:rsid w:val="00CB30FB"/>
    <w:rsid w:val="00CB3C43"/>
    <w:rsid w:val="00CC0403"/>
    <w:rsid w:val="00CC1E94"/>
    <w:rsid w:val="00CC2548"/>
    <w:rsid w:val="00CC4A8B"/>
    <w:rsid w:val="00CC5948"/>
    <w:rsid w:val="00CD16D5"/>
    <w:rsid w:val="00CD18AA"/>
    <w:rsid w:val="00CD4A97"/>
    <w:rsid w:val="00CE51D9"/>
    <w:rsid w:val="00CF1EBF"/>
    <w:rsid w:val="00CF29AE"/>
    <w:rsid w:val="00CF3118"/>
    <w:rsid w:val="00CF4E52"/>
    <w:rsid w:val="00CF7546"/>
    <w:rsid w:val="00D019CA"/>
    <w:rsid w:val="00D045F1"/>
    <w:rsid w:val="00D04C36"/>
    <w:rsid w:val="00D07F08"/>
    <w:rsid w:val="00D10899"/>
    <w:rsid w:val="00D179E4"/>
    <w:rsid w:val="00D20BB9"/>
    <w:rsid w:val="00D210D7"/>
    <w:rsid w:val="00D2326D"/>
    <w:rsid w:val="00D30C9A"/>
    <w:rsid w:val="00D3120E"/>
    <w:rsid w:val="00D35FA6"/>
    <w:rsid w:val="00D37A4E"/>
    <w:rsid w:val="00D512C6"/>
    <w:rsid w:val="00D540FE"/>
    <w:rsid w:val="00D54350"/>
    <w:rsid w:val="00D63D1B"/>
    <w:rsid w:val="00D6443E"/>
    <w:rsid w:val="00D73296"/>
    <w:rsid w:val="00D73FF8"/>
    <w:rsid w:val="00D74066"/>
    <w:rsid w:val="00D76D04"/>
    <w:rsid w:val="00D944B4"/>
    <w:rsid w:val="00DA1526"/>
    <w:rsid w:val="00DA1C79"/>
    <w:rsid w:val="00DA446A"/>
    <w:rsid w:val="00DA4F7D"/>
    <w:rsid w:val="00DA6DAD"/>
    <w:rsid w:val="00DA7A74"/>
    <w:rsid w:val="00DB1195"/>
    <w:rsid w:val="00DB418F"/>
    <w:rsid w:val="00DB5264"/>
    <w:rsid w:val="00DC08C1"/>
    <w:rsid w:val="00DC46E6"/>
    <w:rsid w:val="00DC5D06"/>
    <w:rsid w:val="00DC7BB6"/>
    <w:rsid w:val="00DD14CB"/>
    <w:rsid w:val="00DD69E9"/>
    <w:rsid w:val="00DE3139"/>
    <w:rsid w:val="00DE4174"/>
    <w:rsid w:val="00DE4B75"/>
    <w:rsid w:val="00DE4E6F"/>
    <w:rsid w:val="00DE5FE5"/>
    <w:rsid w:val="00DE79C7"/>
    <w:rsid w:val="00DF5185"/>
    <w:rsid w:val="00DF518B"/>
    <w:rsid w:val="00E027B3"/>
    <w:rsid w:val="00E0372A"/>
    <w:rsid w:val="00E0450B"/>
    <w:rsid w:val="00E053A5"/>
    <w:rsid w:val="00E07943"/>
    <w:rsid w:val="00E11300"/>
    <w:rsid w:val="00E1236E"/>
    <w:rsid w:val="00E12FCC"/>
    <w:rsid w:val="00E21003"/>
    <w:rsid w:val="00E222F2"/>
    <w:rsid w:val="00E24DA2"/>
    <w:rsid w:val="00E35DE7"/>
    <w:rsid w:val="00E42882"/>
    <w:rsid w:val="00E44846"/>
    <w:rsid w:val="00E45F95"/>
    <w:rsid w:val="00E474A4"/>
    <w:rsid w:val="00E478E0"/>
    <w:rsid w:val="00E50BF0"/>
    <w:rsid w:val="00E60194"/>
    <w:rsid w:val="00E61FF4"/>
    <w:rsid w:val="00E67103"/>
    <w:rsid w:val="00E75489"/>
    <w:rsid w:val="00E767D1"/>
    <w:rsid w:val="00E80D10"/>
    <w:rsid w:val="00E8210C"/>
    <w:rsid w:val="00E877AE"/>
    <w:rsid w:val="00E906CF"/>
    <w:rsid w:val="00E9417A"/>
    <w:rsid w:val="00EA3F4A"/>
    <w:rsid w:val="00EA53E4"/>
    <w:rsid w:val="00EC0DBB"/>
    <w:rsid w:val="00EC584F"/>
    <w:rsid w:val="00ED16A8"/>
    <w:rsid w:val="00ED1C7F"/>
    <w:rsid w:val="00ED771D"/>
    <w:rsid w:val="00EE0789"/>
    <w:rsid w:val="00EE243A"/>
    <w:rsid w:val="00EE63A1"/>
    <w:rsid w:val="00EE6937"/>
    <w:rsid w:val="00EF15BA"/>
    <w:rsid w:val="00EF17DA"/>
    <w:rsid w:val="00EF7F7C"/>
    <w:rsid w:val="00F019D4"/>
    <w:rsid w:val="00F026C3"/>
    <w:rsid w:val="00F05EE0"/>
    <w:rsid w:val="00F06E37"/>
    <w:rsid w:val="00F143F8"/>
    <w:rsid w:val="00F230C4"/>
    <w:rsid w:val="00F26F2A"/>
    <w:rsid w:val="00F306B6"/>
    <w:rsid w:val="00F30BF6"/>
    <w:rsid w:val="00F31EDE"/>
    <w:rsid w:val="00F4749D"/>
    <w:rsid w:val="00F47C32"/>
    <w:rsid w:val="00F510FB"/>
    <w:rsid w:val="00F52ECD"/>
    <w:rsid w:val="00F534FB"/>
    <w:rsid w:val="00F54047"/>
    <w:rsid w:val="00F60913"/>
    <w:rsid w:val="00F646C3"/>
    <w:rsid w:val="00F65393"/>
    <w:rsid w:val="00F729E9"/>
    <w:rsid w:val="00F74877"/>
    <w:rsid w:val="00F77853"/>
    <w:rsid w:val="00F779A0"/>
    <w:rsid w:val="00F800E2"/>
    <w:rsid w:val="00F80479"/>
    <w:rsid w:val="00F82F68"/>
    <w:rsid w:val="00F91D64"/>
    <w:rsid w:val="00F92FFE"/>
    <w:rsid w:val="00F96C22"/>
    <w:rsid w:val="00F97295"/>
    <w:rsid w:val="00FA419B"/>
    <w:rsid w:val="00FA4A3E"/>
    <w:rsid w:val="00FB1A46"/>
    <w:rsid w:val="00FB2BD9"/>
    <w:rsid w:val="00FC31E2"/>
    <w:rsid w:val="00FC5487"/>
    <w:rsid w:val="00FD094C"/>
    <w:rsid w:val="00FD3BFB"/>
    <w:rsid w:val="00FD705B"/>
    <w:rsid w:val="00FE791B"/>
    <w:rsid w:val="00FF3E42"/>
    <w:rsid w:val="00FF5C7E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B1A12C"/>
  <w15:docId w15:val="{16BB2E7D-8698-423F-AFC4-5ED49D53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B4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E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1B0C"/>
  </w:style>
  <w:style w:type="paragraph" w:styleId="Podnoje">
    <w:name w:val="footer"/>
    <w:basedOn w:val="Normal"/>
    <w:link w:val="Podno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1B0C"/>
  </w:style>
  <w:style w:type="paragraph" w:styleId="Tekstbalonia">
    <w:name w:val="Balloon Text"/>
    <w:basedOn w:val="Normal"/>
    <w:link w:val="TekstbaloniaChar"/>
    <w:uiPriority w:val="99"/>
    <w:semiHidden/>
    <w:unhideWhenUsed/>
    <w:rsid w:val="00776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9B9"/>
    <w:rPr>
      <w:rFonts w:ascii="Segoe UI" w:hAnsi="Segoe UI" w:cs="Segoe UI"/>
      <w:sz w:val="18"/>
      <w:szCs w:val="18"/>
    </w:rPr>
  </w:style>
  <w:style w:type="paragraph" w:styleId="Odlomakpopisa">
    <w:name w:val="List Paragraph"/>
    <w:aliases w:val="Bullet point,List Paragraph1"/>
    <w:basedOn w:val="Normal"/>
    <w:link w:val="OdlomakpopisaChar"/>
    <w:uiPriority w:val="34"/>
    <w:qFormat/>
    <w:rsid w:val="004962F7"/>
    <w:pPr>
      <w:ind w:left="720"/>
      <w:contextualSpacing/>
    </w:pPr>
  </w:style>
  <w:style w:type="table" w:styleId="Reetkatablice">
    <w:name w:val="Table Grid"/>
    <w:basedOn w:val="Obinatablica"/>
    <w:uiPriority w:val="39"/>
    <w:rsid w:val="008C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aliases w:val="Bullet point Char,List Paragraph1 Char"/>
    <w:link w:val="Odlomakpopisa"/>
    <w:uiPriority w:val="34"/>
    <w:locked/>
    <w:rsid w:val="00E877AE"/>
  </w:style>
  <w:style w:type="table" w:customStyle="1" w:styleId="TableGrid1">
    <w:name w:val="Table Grid1"/>
    <w:basedOn w:val="Obinatablica"/>
    <w:next w:val="Reetkatablice"/>
    <w:uiPriority w:val="39"/>
    <w:rsid w:val="00523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k\AppData\Local\Microsoft\Windows\Temporary%20Internet%20Files\Content.Outlook\2S6YHGM5\FZS%20memorandum%20template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262F7-8775-4EED-992B-592EA6C5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FZS memorandum template 2.dotx</Template>
  <TotalTime>30</TotalTime>
  <Pages>6</Pages>
  <Words>1346</Words>
  <Characters>7673</Characters>
  <Application>Microsoft Office Word</Application>
  <DocSecurity>0</DocSecurity>
  <Lines>63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ivak</dc:creator>
  <cp:keywords/>
  <dc:description/>
  <cp:lastModifiedBy>Vanja Župan</cp:lastModifiedBy>
  <cp:revision>9</cp:revision>
  <cp:lastPrinted>2025-12-15T08:57:00Z</cp:lastPrinted>
  <dcterms:created xsi:type="dcterms:W3CDTF">2025-12-15T08:38:00Z</dcterms:created>
  <dcterms:modified xsi:type="dcterms:W3CDTF">2025-12-15T11:08:00Z</dcterms:modified>
</cp:coreProperties>
</file>